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64" w:rsidRPr="00A55398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97C64" w:rsidRPr="00A55398" w:rsidRDefault="00597C64" w:rsidP="00427EEC">
      <w:pPr>
        <w:pStyle w:val="ListParagraph"/>
        <w:widowControl/>
        <w:numPr>
          <w:ilvl w:val="0"/>
          <w:numId w:val="9"/>
        </w:num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597C64" w:rsidRPr="00A55398" w:rsidRDefault="00597C64" w:rsidP="00427EEC">
      <w:pPr>
        <w:pStyle w:val="ListParagraph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1вариант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398">
        <w:rPr>
          <w:rFonts w:ascii="Times New Roman" w:hAnsi="Times New Roman" w:cs="Times New Roman"/>
          <w:sz w:val="28"/>
          <w:szCs w:val="28"/>
        </w:rPr>
        <w:t>Слово «география» в переводе с греческого языка означает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земледелие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землеописание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землеведение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земленаблюдение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А2.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Первым определил размеры земного шара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Пифагор       б) Эратосфен   в) Аристотель   г) Птолемей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А3.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Какие из указанных направлений по сторонам горизонта </w:t>
      </w:r>
      <w:r w:rsidRPr="00A55398">
        <w:rPr>
          <w:rFonts w:ascii="Times New Roman" w:hAnsi="Times New Roman" w:cs="Times New Roman"/>
          <w:sz w:val="28"/>
          <w:szCs w:val="28"/>
          <w:u w:val="single"/>
        </w:rPr>
        <w:t>не существуют?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Ю            б) ЗВ       в) СЗ         г) ЮС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А4.</w:t>
      </w:r>
      <w:r w:rsidRPr="00A55398">
        <w:rPr>
          <w:rFonts w:ascii="Times New Roman" w:hAnsi="Times New Roman" w:cs="Times New Roman"/>
          <w:sz w:val="28"/>
          <w:szCs w:val="28"/>
        </w:rPr>
        <w:t xml:space="preserve"> Расставьте океаны в порядке увеличения их площади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а)Атлантический     б) Тихий     в) Северный Ледовитый       г) Индийский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А5.</w:t>
      </w:r>
      <w:r w:rsidRPr="00A55398">
        <w:rPr>
          <w:rFonts w:ascii="Times New Roman" w:hAnsi="Times New Roman" w:cs="Times New Roman"/>
          <w:sz w:val="28"/>
          <w:szCs w:val="28"/>
        </w:rPr>
        <w:t>Европу отделяют от Азии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Уральские горы    б) Кавказские горы     в) Гималаи     г) Тибет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А6.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Австралия – это самый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а)Южный материк      б) маленький по площади материк    в) жаркий материк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А7.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 числу природных объектов относится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а)футбольное поле    б) бассейн    в) болото     г) детская площадка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А8.</w:t>
      </w:r>
      <w:r w:rsidRPr="00A55398">
        <w:rPr>
          <w:rFonts w:ascii="Times New Roman" w:hAnsi="Times New Roman" w:cs="Times New Roman"/>
          <w:sz w:val="28"/>
          <w:szCs w:val="28"/>
        </w:rPr>
        <w:t xml:space="preserve"> Самым большим по площади государством мира является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Индия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Россия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Китай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Бразилия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А9.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Место в пустыне, где есть влага  и могут развиваться растения, называется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 оазис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долина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саванна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пампа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А10.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Каким географическим объектом соединяются Южная и Северная Америка?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Панамским каналом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Панамским перешейком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Карибским морем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г)Мексиканским заливом</w:t>
      </w:r>
    </w:p>
    <w:p w:rsidR="00597C64" w:rsidRDefault="00597C64" w:rsidP="00427EEC">
      <w:pPr>
        <w:rPr>
          <w:rFonts w:ascii="Times New Roman" w:hAnsi="Times New Roman" w:cs="Times New Roman"/>
          <w:sz w:val="28"/>
          <w:szCs w:val="28"/>
        </w:rPr>
      </w:pP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В1.</w:t>
      </w:r>
      <w:r w:rsidRPr="00A55398">
        <w:rPr>
          <w:rFonts w:ascii="Times New Roman" w:hAnsi="Times New Roman" w:cs="Times New Roman"/>
          <w:sz w:val="28"/>
          <w:szCs w:val="28"/>
        </w:rPr>
        <w:t>Перечислите свойства Мирового океана.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В2.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Запишите материки по мере уменьшения их площади.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В3.</w:t>
      </w:r>
      <w:r w:rsidRPr="00A55398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названием оболочки Земли и ее свойством.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1) литосфера                   а) воздушная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2) атмосфера                   б) твердая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3) гидросфера                 в) водная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4) биосфера                     г) живая</w:t>
      </w: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Pr="00A55398" w:rsidRDefault="00597C64" w:rsidP="00427EEC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С1.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Какой метод географических исследований применен при составлении этого текста</w:t>
      </w:r>
      <w:r w:rsidRPr="00A5539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A55398">
        <w:rPr>
          <w:rFonts w:ascii="Garamond" w:hAnsi="Garamond" w:cs="Garamond"/>
          <w:color w:val="000000"/>
          <w:sz w:val="28"/>
          <w:szCs w:val="28"/>
        </w:rPr>
        <w:br/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          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других ныне культивируемых полезных растений, являются выходцами из тропических лесов.</w:t>
      </w:r>
    </w:p>
    <w:p w:rsidR="00597C64" w:rsidRPr="00A55398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С2.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Кто и когда открыл Америку?</w:t>
      </w: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Default="00597C64" w:rsidP="00427E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C64" w:rsidRPr="00A55398" w:rsidRDefault="00597C64" w:rsidP="00427EEC">
      <w:pPr>
        <w:pStyle w:val="ListParagraph"/>
        <w:widowControl/>
        <w:numPr>
          <w:ilvl w:val="0"/>
          <w:numId w:val="10"/>
        </w:numPr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597C64" w:rsidRPr="00A55398" w:rsidRDefault="00597C64" w:rsidP="00427EEC">
      <w:pPr>
        <w:pStyle w:val="ListParagraph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</w:t>
      </w:r>
      <w:r w:rsidRPr="00A55398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A55398">
        <w:rPr>
          <w:rFonts w:ascii="Times New Roman" w:hAnsi="Times New Roman" w:cs="Times New Roman"/>
          <w:b/>
          <w:bCs/>
          <w:sz w:val="28"/>
          <w:szCs w:val="28"/>
        </w:rPr>
        <w:t>вариант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Кто из ученых древности собрал доказательства шарообразности Земли, одно из которых основывается на наблюдениях за лунными затмениями?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 Птолемей     б) Коперник      в)Аристотель  г) Пифей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А2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.Длина линии экватора земного шара составляет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 20 035км     б) 30 000 км       в) 40 075 км       г) 64 025 км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А3.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Направление между севером и северо-востоком называется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СВВ          б) ССВ       в) ЮВ         г) ЮЮВ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А4.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По сравнению с сушей вода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а)медленно нагревается и медленно остывает;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б) медленно нагревается и быстро остывает;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в) быстрее нагревается и быстрее остывает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А5.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По площади Африка находится на 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 2 месте     б) 3 месте     в) 4 месте     г) 5 месте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А6.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Сколько стран расположено на территории Антарктиды?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 1      б) 6      в) 12       г) ни одной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А7.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Какой из перечисленных природных объектов является наиболее крупным?</w:t>
      </w:r>
    </w:p>
    <w:p w:rsidR="00597C64" w:rsidRPr="00A55398" w:rsidRDefault="00597C64" w:rsidP="00427E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>а) Евразия     б) Тихий океан     в) Гималаи     г) речная долина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b/>
          <w:bCs/>
          <w:sz w:val="28"/>
          <w:szCs w:val="28"/>
        </w:rPr>
        <w:t>А8.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Крупнейшей равниной Евразии являются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Западно-Сибирская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Восточно-Европейская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Амазонская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Прикаспийская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А9.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Африка – жаркий материк планеты, потому что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на материке расположены пустыни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у берегов материка проходят теплые течения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материк расположен по обе стороны от экватора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у берегов материка проходят холодные течения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А10.</w:t>
      </w:r>
      <w:r w:rsidRPr="00A55398">
        <w:rPr>
          <w:rFonts w:ascii="Times New Roman" w:hAnsi="Times New Roman" w:cs="Times New Roman"/>
          <w:sz w:val="28"/>
          <w:szCs w:val="28"/>
        </w:rPr>
        <w:t>Южная Америка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а) самый жаркий материк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б) самый сухой материк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в) самый влажный материк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>г) самый холодный материк</w:t>
      </w:r>
    </w:p>
    <w:p w:rsidR="00597C64" w:rsidRDefault="00597C64" w:rsidP="00427EEC">
      <w:pPr>
        <w:rPr>
          <w:rFonts w:ascii="Times New Roman" w:hAnsi="Times New Roman" w:cs="Times New Roman"/>
          <w:sz w:val="28"/>
          <w:szCs w:val="28"/>
        </w:rPr>
      </w:pP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В1.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Выпишите  части Мирового океана.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В2.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Запишите океаны по мере уменьшения их площади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В3.</w:t>
      </w:r>
      <w:r w:rsidRPr="00A55398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названием оболочки Земли и ее компонентом.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1) литосфера                   а) озеро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2) атмосфера                   б) овраг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3) гидросфера                 в) сосна</w:t>
      </w:r>
    </w:p>
    <w:p w:rsidR="00597C64" w:rsidRPr="00A55398" w:rsidRDefault="00597C64" w:rsidP="00427EEC">
      <w:pPr>
        <w:rPr>
          <w:rFonts w:ascii="Times New Roman" w:hAnsi="Times New Roman" w:cs="Times New Roman"/>
          <w:sz w:val="28"/>
          <w:szCs w:val="28"/>
        </w:rPr>
      </w:pPr>
      <w:r w:rsidRPr="00A55398">
        <w:rPr>
          <w:rFonts w:ascii="Times New Roman" w:hAnsi="Times New Roman" w:cs="Times New Roman"/>
          <w:sz w:val="28"/>
          <w:szCs w:val="28"/>
        </w:rPr>
        <w:t xml:space="preserve">  4) биосфера                     г) облако</w:t>
      </w: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</w:p>
    <w:p w:rsidR="00597C64" w:rsidRPr="00A55398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</w:pPr>
      <w:r w:rsidRPr="007F21E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4F6FD"/>
        </w:rPr>
        <w:t>С1.</w:t>
      </w: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4F6FD"/>
        </w:rPr>
        <w:t xml:space="preserve"> Какие географические методы исследования можно использовать для подтверждения данной информации:</w:t>
      </w:r>
    </w:p>
    <w:p w:rsidR="00597C64" w:rsidRPr="00A55398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Тропические леса занимают большие пространства по обе стороны экватора в Америке, Африке, в южной и юго-восточной частях Азии и на прилегающих к ней островах, в Австралии.</w:t>
      </w:r>
    </w:p>
    <w:p w:rsidR="00597C64" w:rsidRPr="00A55398" w:rsidRDefault="00597C64" w:rsidP="00427EE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3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лесных водоемах тропической Америки растет знаменитая виктория-регия. Ее плавающие в воде листья достигают в диаметре 2 м, а огромные чудо-цветки распускаются лишь на две ночи и два вечера, наполняя воздух дурманящим ароматом. В первый вечер цветки белые с красновато-розовой серединой, а во второй — переливаются всеми оттенками от малиново-красного до темно-пурпурного.</w:t>
      </w:r>
    </w:p>
    <w:p w:rsidR="00597C64" w:rsidRPr="00A55398" w:rsidRDefault="00597C64" w:rsidP="00427E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1E7">
        <w:rPr>
          <w:rFonts w:ascii="Times New Roman" w:hAnsi="Times New Roman" w:cs="Times New Roman"/>
          <w:b/>
          <w:bCs/>
          <w:sz w:val="28"/>
          <w:szCs w:val="28"/>
        </w:rPr>
        <w:t>С2.</w:t>
      </w:r>
      <w:r w:rsidRPr="00A55398">
        <w:rPr>
          <w:rFonts w:ascii="Times New Roman" w:hAnsi="Times New Roman" w:cs="Times New Roman"/>
          <w:sz w:val="28"/>
          <w:szCs w:val="28"/>
        </w:rPr>
        <w:t xml:space="preserve"> Какому материку соответствует данное высказывание: «На севере материка теплее, чем на юге»?</w:t>
      </w:r>
    </w:p>
    <w:p w:rsidR="00597C64" w:rsidRPr="00A55398" w:rsidRDefault="00597C64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597C64" w:rsidRPr="00A55398" w:rsidRDefault="00597C64" w:rsidP="003243D7">
      <w:pPr>
        <w:rPr>
          <w:sz w:val="28"/>
          <w:szCs w:val="28"/>
        </w:rPr>
      </w:pPr>
    </w:p>
    <w:p w:rsidR="00597C64" w:rsidRPr="00A55398" w:rsidRDefault="00597C64">
      <w:pPr>
        <w:rPr>
          <w:sz w:val="28"/>
          <w:szCs w:val="28"/>
        </w:rPr>
      </w:pPr>
    </w:p>
    <w:sectPr w:rsidR="00597C64" w:rsidRPr="00A55398" w:rsidSect="000243CB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1A5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92B63"/>
    <w:multiLevelType w:val="hybridMultilevel"/>
    <w:tmpl w:val="85629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102621D8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97EA3"/>
    <w:multiLevelType w:val="hybridMultilevel"/>
    <w:tmpl w:val="4BEAC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212E7"/>
    <w:multiLevelType w:val="hybridMultilevel"/>
    <w:tmpl w:val="186A0A08"/>
    <w:lvl w:ilvl="0" w:tplc="FDA09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15DC6"/>
    <w:multiLevelType w:val="hybridMultilevel"/>
    <w:tmpl w:val="001EE45E"/>
    <w:lvl w:ilvl="0" w:tplc="22BC0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EFB5148"/>
    <w:multiLevelType w:val="hybridMultilevel"/>
    <w:tmpl w:val="F48AE2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73ED0D1C"/>
    <w:multiLevelType w:val="hybridMultilevel"/>
    <w:tmpl w:val="E3CC9B30"/>
    <w:lvl w:ilvl="0" w:tplc="5BC87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00565"/>
    <w:multiLevelType w:val="hybridMultilevel"/>
    <w:tmpl w:val="27544D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3D7"/>
    <w:rsid w:val="00000735"/>
    <w:rsid w:val="000008C2"/>
    <w:rsid w:val="00000E76"/>
    <w:rsid w:val="00001DB4"/>
    <w:rsid w:val="00004777"/>
    <w:rsid w:val="000054F9"/>
    <w:rsid w:val="000055FC"/>
    <w:rsid w:val="00005875"/>
    <w:rsid w:val="0000678D"/>
    <w:rsid w:val="000067DA"/>
    <w:rsid w:val="00010A10"/>
    <w:rsid w:val="00010CB7"/>
    <w:rsid w:val="00011F7D"/>
    <w:rsid w:val="00013653"/>
    <w:rsid w:val="000138E3"/>
    <w:rsid w:val="00013E20"/>
    <w:rsid w:val="00014258"/>
    <w:rsid w:val="00014265"/>
    <w:rsid w:val="000143E0"/>
    <w:rsid w:val="00014B1F"/>
    <w:rsid w:val="00014B5F"/>
    <w:rsid w:val="00015D5C"/>
    <w:rsid w:val="00016245"/>
    <w:rsid w:val="0001678A"/>
    <w:rsid w:val="00016C09"/>
    <w:rsid w:val="00016E20"/>
    <w:rsid w:val="00017884"/>
    <w:rsid w:val="00020253"/>
    <w:rsid w:val="00022026"/>
    <w:rsid w:val="0002240F"/>
    <w:rsid w:val="000242F7"/>
    <w:rsid w:val="0002435C"/>
    <w:rsid w:val="000243CB"/>
    <w:rsid w:val="000244B8"/>
    <w:rsid w:val="00024589"/>
    <w:rsid w:val="000248DC"/>
    <w:rsid w:val="00026419"/>
    <w:rsid w:val="0002676C"/>
    <w:rsid w:val="00026AE4"/>
    <w:rsid w:val="00027D43"/>
    <w:rsid w:val="00030D7D"/>
    <w:rsid w:val="00031CCC"/>
    <w:rsid w:val="00032579"/>
    <w:rsid w:val="00033FF7"/>
    <w:rsid w:val="00034952"/>
    <w:rsid w:val="0003683D"/>
    <w:rsid w:val="00036854"/>
    <w:rsid w:val="000376F7"/>
    <w:rsid w:val="00040582"/>
    <w:rsid w:val="00043E10"/>
    <w:rsid w:val="000443EA"/>
    <w:rsid w:val="0004552C"/>
    <w:rsid w:val="00047999"/>
    <w:rsid w:val="0005037A"/>
    <w:rsid w:val="00050DC7"/>
    <w:rsid w:val="00051315"/>
    <w:rsid w:val="000528EE"/>
    <w:rsid w:val="00052F78"/>
    <w:rsid w:val="000530FB"/>
    <w:rsid w:val="00053FC7"/>
    <w:rsid w:val="00054FC8"/>
    <w:rsid w:val="00057CAC"/>
    <w:rsid w:val="000601CA"/>
    <w:rsid w:val="00060F09"/>
    <w:rsid w:val="00061119"/>
    <w:rsid w:val="00062794"/>
    <w:rsid w:val="00062E62"/>
    <w:rsid w:val="00064558"/>
    <w:rsid w:val="00064B60"/>
    <w:rsid w:val="00064D7E"/>
    <w:rsid w:val="00064FF3"/>
    <w:rsid w:val="00065218"/>
    <w:rsid w:val="00066C7A"/>
    <w:rsid w:val="0006780D"/>
    <w:rsid w:val="00071980"/>
    <w:rsid w:val="00072E1C"/>
    <w:rsid w:val="00072F7E"/>
    <w:rsid w:val="00073329"/>
    <w:rsid w:val="00073E42"/>
    <w:rsid w:val="0007476F"/>
    <w:rsid w:val="00074905"/>
    <w:rsid w:val="00074A1C"/>
    <w:rsid w:val="00074AEA"/>
    <w:rsid w:val="0007676C"/>
    <w:rsid w:val="00076B82"/>
    <w:rsid w:val="00077157"/>
    <w:rsid w:val="000803A8"/>
    <w:rsid w:val="00080F79"/>
    <w:rsid w:val="00081296"/>
    <w:rsid w:val="00081634"/>
    <w:rsid w:val="00082115"/>
    <w:rsid w:val="00082EBE"/>
    <w:rsid w:val="0008362D"/>
    <w:rsid w:val="000836DF"/>
    <w:rsid w:val="0008695C"/>
    <w:rsid w:val="000870F5"/>
    <w:rsid w:val="00087503"/>
    <w:rsid w:val="00087978"/>
    <w:rsid w:val="00090A01"/>
    <w:rsid w:val="00090CEA"/>
    <w:rsid w:val="00091B4F"/>
    <w:rsid w:val="00091E39"/>
    <w:rsid w:val="00092FE6"/>
    <w:rsid w:val="00095160"/>
    <w:rsid w:val="00095B06"/>
    <w:rsid w:val="000973C3"/>
    <w:rsid w:val="00097EF6"/>
    <w:rsid w:val="000A01D6"/>
    <w:rsid w:val="000A2954"/>
    <w:rsid w:val="000A4675"/>
    <w:rsid w:val="000A4BED"/>
    <w:rsid w:val="000A4CAA"/>
    <w:rsid w:val="000A4E2A"/>
    <w:rsid w:val="000A677A"/>
    <w:rsid w:val="000A67E4"/>
    <w:rsid w:val="000A6A14"/>
    <w:rsid w:val="000A6F6B"/>
    <w:rsid w:val="000A70DD"/>
    <w:rsid w:val="000B20DD"/>
    <w:rsid w:val="000B319B"/>
    <w:rsid w:val="000B37AD"/>
    <w:rsid w:val="000B5AB3"/>
    <w:rsid w:val="000B6F11"/>
    <w:rsid w:val="000B7480"/>
    <w:rsid w:val="000B7738"/>
    <w:rsid w:val="000B7DB5"/>
    <w:rsid w:val="000C012B"/>
    <w:rsid w:val="000C13F4"/>
    <w:rsid w:val="000C1A8A"/>
    <w:rsid w:val="000C2A70"/>
    <w:rsid w:val="000C312D"/>
    <w:rsid w:val="000C3FA2"/>
    <w:rsid w:val="000C436F"/>
    <w:rsid w:val="000C4ECD"/>
    <w:rsid w:val="000C5886"/>
    <w:rsid w:val="000C5B21"/>
    <w:rsid w:val="000C6222"/>
    <w:rsid w:val="000C65EC"/>
    <w:rsid w:val="000C6E2F"/>
    <w:rsid w:val="000C7472"/>
    <w:rsid w:val="000C7792"/>
    <w:rsid w:val="000D1521"/>
    <w:rsid w:val="000D20B9"/>
    <w:rsid w:val="000D24DF"/>
    <w:rsid w:val="000D35F0"/>
    <w:rsid w:val="000D41A5"/>
    <w:rsid w:val="000D4739"/>
    <w:rsid w:val="000D4789"/>
    <w:rsid w:val="000D514D"/>
    <w:rsid w:val="000D5180"/>
    <w:rsid w:val="000D60C7"/>
    <w:rsid w:val="000D62B8"/>
    <w:rsid w:val="000D72B2"/>
    <w:rsid w:val="000D789A"/>
    <w:rsid w:val="000E0784"/>
    <w:rsid w:val="000E078D"/>
    <w:rsid w:val="000E32DE"/>
    <w:rsid w:val="000E445D"/>
    <w:rsid w:val="000E524A"/>
    <w:rsid w:val="000E537F"/>
    <w:rsid w:val="000E57E9"/>
    <w:rsid w:val="000E5ADB"/>
    <w:rsid w:val="000E772B"/>
    <w:rsid w:val="000E786A"/>
    <w:rsid w:val="000E7BB9"/>
    <w:rsid w:val="000F0507"/>
    <w:rsid w:val="000F0BAF"/>
    <w:rsid w:val="000F1D8D"/>
    <w:rsid w:val="000F41F0"/>
    <w:rsid w:val="000F4333"/>
    <w:rsid w:val="000F4CFD"/>
    <w:rsid w:val="000F5DCB"/>
    <w:rsid w:val="000F6CDD"/>
    <w:rsid w:val="000F6E63"/>
    <w:rsid w:val="000F74E7"/>
    <w:rsid w:val="0010084B"/>
    <w:rsid w:val="001009D2"/>
    <w:rsid w:val="00100E62"/>
    <w:rsid w:val="001016B0"/>
    <w:rsid w:val="0010181F"/>
    <w:rsid w:val="00101905"/>
    <w:rsid w:val="00102FA8"/>
    <w:rsid w:val="00104249"/>
    <w:rsid w:val="00105B6E"/>
    <w:rsid w:val="00105E09"/>
    <w:rsid w:val="00106498"/>
    <w:rsid w:val="00106C66"/>
    <w:rsid w:val="00107304"/>
    <w:rsid w:val="001075E7"/>
    <w:rsid w:val="001078A8"/>
    <w:rsid w:val="00107F9F"/>
    <w:rsid w:val="00111D2C"/>
    <w:rsid w:val="001129E1"/>
    <w:rsid w:val="00113518"/>
    <w:rsid w:val="001138EB"/>
    <w:rsid w:val="001145E1"/>
    <w:rsid w:val="00114A82"/>
    <w:rsid w:val="00116896"/>
    <w:rsid w:val="0011788C"/>
    <w:rsid w:val="00121712"/>
    <w:rsid w:val="00122230"/>
    <w:rsid w:val="00122F4B"/>
    <w:rsid w:val="0012533C"/>
    <w:rsid w:val="00125A16"/>
    <w:rsid w:val="00125D03"/>
    <w:rsid w:val="00125D6D"/>
    <w:rsid w:val="00127FD4"/>
    <w:rsid w:val="001319E9"/>
    <w:rsid w:val="001334BA"/>
    <w:rsid w:val="00133BF8"/>
    <w:rsid w:val="00133D4D"/>
    <w:rsid w:val="001356A3"/>
    <w:rsid w:val="00136802"/>
    <w:rsid w:val="00136BEF"/>
    <w:rsid w:val="0013705C"/>
    <w:rsid w:val="00137637"/>
    <w:rsid w:val="00137A7B"/>
    <w:rsid w:val="00141569"/>
    <w:rsid w:val="0014227E"/>
    <w:rsid w:val="0014237A"/>
    <w:rsid w:val="00142DD4"/>
    <w:rsid w:val="00143931"/>
    <w:rsid w:val="0014510E"/>
    <w:rsid w:val="00145F50"/>
    <w:rsid w:val="00146864"/>
    <w:rsid w:val="001470B2"/>
    <w:rsid w:val="0014712E"/>
    <w:rsid w:val="00147258"/>
    <w:rsid w:val="00147E8B"/>
    <w:rsid w:val="0015008C"/>
    <w:rsid w:val="001503AC"/>
    <w:rsid w:val="001506A7"/>
    <w:rsid w:val="00150A9F"/>
    <w:rsid w:val="001511CC"/>
    <w:rsid w:val="001513B1"/>
    <w:rsid w:val="00151837"/>
    <w:rsid w:val="0015191B"/>
    <w:rsid w:val="00151A84"/>
    <w:rsid w:val="00153EA3"/>
    <w:rsid w:val="00154B70"/>
    <w:rsid w:val="001558C8"/>
    <w:rsid w:val="00155A37"/>
    <w:rsid w:val="00155E05"/>
    <w:rsid w:val="00157399"/>
    <w:rsid w:val="00161157"/>
    <w:rsid w:val="00161A7A"/>
    <w:rsid w:val="001631A1"/>
    <w:rsid w:val="00163296"/>
    <w:rsid w:val="00163AC7"/>
    <w:rsid w:val="00164647"/>
    <w:rsid w:val="0016464C"/>
    <w:rsid w:val="00166444"/>
    <w:rsid w:val="0016656B"/>
    <w:rsid w:val="00167DC9"/>
    <w:rsid w:val="00170DA5"/>
    <w:rsid w:val="00170E8D"/>
    <w:rsid w:val="00172DB7"/>
    <w:rsid w:val="00173912"/>
    <w:rsid w:val="00174216"/>
    <w:rsid w:val="00174788"/>
    <w:rsid w:val="001763F5"/>
    <w:rsid w:val="0018029E"/>
    <w:rsid w:val="0018100F"/>
    <w:rsid w:val="0018107B"/>
    <w:rsid w:val="001812FF"/>
    <w:rsid w:val="00181D3B"/>
    <w:rsid w:val="001835C8"/>
    <w:rsid w:val="0018396D"/>
    <w:rsid w:val="00184478"/>
    <w:rsid w:val="00184565"/>
    <w:rsid w:val="00184597"/>
    <w:rsid w:val="00185255"/>
    <w:rsid w:val="00185AB8"/>
    <w:rsid w:val="00185E58"/>
    <w:rsid w:val="00186C8C"/>
    <w:rsid w:val="00187901"/>
    <w:rsid w:val="001901DD"/>
    <w:rsid w:val="0019040A"/>
    <w:rsid w:val="00190A95"/>
    <w:rsid w:val="00190FD3"/>
    <w:rsid w:val="00192A0C"/>
    <w:rsid w:val="00192B6C"/>
    <w:rsid w:val="001932DE"/>
    <w:rsid w:val="00194DDB"/>
    <w:rsid w:val="00195CAD"/>
    <w:rsid w:val="00196BEA"/>
    <w:rsid w:val="00197FF9"/>
    <w:rsid w:val="001A0336"/>
    <w:rsid w:val="001A035B"/>
    <w:rsid w:val="001A283D"/>
    <w:rsid w:val="001A394D"/>
    <w:rsid w:val="001A3CC9"/>
    <w:rsid w:val="001A4852"/>
    <w:rsid w:val="001A4D1A"/>
    <w:rsid w:val="001A501E"/>
    <w:rsid w:val="001A53B6"/>
    <w:rsid w:val="001A60A6"/>
    <w:rsid w:val="001A6CA3"/>
    <w:rsid w:val="001A7DEA"/>
    <w:rsid w:val="001B006C"/>
    <w:rsid w:val="001B174E"/>
    <w:rsid w:val="001B27AC"/>
    <w:rsid w:val="001B35C5"/>
    <w:rsid w:val="001B3837"/>
    <w:rsid w:val="001B43A3"/>
    <w:rsid w:val="001B5100"/>
    <w:rsid w:val="001B5715"/>
    <w:rsid w:val="001B5819"/>
    <w:rsid w:val="001B59AF"/>
    <w:rsid w:val="001B5AFC"/>
    <w:rsid w:val="001B5FAF"/>
    <w:rsid w:val="001B6085"/>
    <w:rsid w:val="001B74E2"/>
    <w:rsid w:val="001B7A08"/>
    <w:rsid w:val="001C09C0"/>
    <w:rsid w:val="001C0CA1"/>
    <w:rsid w:val="001C0DEF"/>
    <w:rsid w:val="001C0EDC"/>
    <w:rsid w:val="001C0FD8"/>
    <w:rsid w:val="001C1361"/>
    <w:rsid w:val="001C15C8"/>
    <w:rsid w:val="001C23AE"/>
    <w:rsid w:val="001C287D"/>
    <w:rsid w:val="001C4030"/>
    <w:rsid w:val="001C4337"/>
    <w:rsid w:val="001C59D6"/>
    <w:rsid w:val="001C5BCB"/>
    <w:rsid w:val="001C5E16"/>
    <w:rsid w:val="001C643C"/>
    <w:rsid w:val="001C69BE"/>
    <w:rsid w:val="001C6D23"/>
    <w:rsid w:val="001D0FB8"/>
    <w:rsid w:val="001D1C01"/>
    <w:rsid w:val="001D1CCB"/>
    <w:rsid w:val="001D28A0"/>
    <w:rsid w:val="001D2F37"/>
    <w:rsid w:val="001D5622"/>
    <w:rsid w:val="001D6201"/>
    <w:rsid w:val="001D64E2"/>
    <w:rsid w:val="001D696A"/>
    <w:rsid w:val="001E180B"/>
    <w:rsid w:val="001E2DD7"/>
    <w:rsid w:val="001E36B8"/>
    <w:rsid w:val="001E47E9"/>
    <w:rsid w:val="001E4993"/>
    <w:rsid w:val="001E4FDC"/>
    <w:rsid w:val="001E5C50"/>
    <w:rsid w:val="001E6C55"/>
    <w:rsid w:val="001E70A4"/>
    <w:rsid w:val="001E7582"/>
    <w:rsid w:val="001F0F12"/>
    <w:rsid w:val="001F141F"/>
    <w:rsid w:val="001F17A4"/>
    <w:rsid w:val="001F2769"/>
    <w:rsid w:val="001F30EC"/>
    <w:rsid w:val="001F4138"/>
    <w:rsid w:val="001F4466"/>
    <w:rsid w:val="001F5438"/>
    <w:rsid w:val="001F6855"/>
    <w:rsid w:val="001F77AB"/>
    <w:rsid w:val="001F7C1F"/>
    <w:rsid w:val="00200568"/>
    <w:rsid w:val="00201166"/>
    <w:rsid w:val="002015EA"/>
    <w:rsid w:val="00202838"/>
    <w:rsid w:val="00203A76"/>
    <w:rsid w:val="002045EA"/>
    <w:rsid w:val="00204798"/>
    <w:rsid w:val="00206097"/>
    <w:rsid w:val="0020652B"/>
    <w:rsid w:val="002076E8"/>
    <w:rsid w:val="00207CC7"/>
    <w:rsid w:val="00207FCC"/>
    <w:rsid w:val="00210077"/>
    <w:rsid w:val="00212519"/>
    <w:rsid w:val="00212A8E"/>
    <w:rsid w:val="00212A97"/>
    <w:rsid w:val="00212D62"/>
    <w:rsid w:val="00212DE3"/>
    <w:rsid w:val="00214362"/>
    <w:rsid w:val="00214A46"/>
    <w:rsid w:val="00214DA0"/>
    <w:rsid w:val="00214F9A"/>
    <w:rsid w:val="00215867"/>
    <w:rsid w:val="00215BAA"/>
    <w:rsid w:val="002200EA"/>
    <w:rsid w:val="00220172"/>
    <w:rsid w:val="00220938"/>
    <w:rsid w:val="00220D1F"/>
    <w:rsid w:val="0022141A"/>
    <w:rsid w:val="00222350"/>
    <w:rsid w:val="00222B61"/>
    <w:rsid w:val="00222F5E"/>
    <w:rsid w:val="00223987"/>
    <w:rsid w:val="00224103"/>
    <w:rsid w:val="002246E2"/>
    <w:rsid w:val="002256B8"/>
    <w:rsid w:val="00226629"/>
    <w:rsid w:val="002266CC"/>
    <w:rsid w:val="00226DE3"/>
    <w:rsid w:val="002277A4"/>
    <w:rsid w:val="00230069"/>
    <w:rsid w:val="00230A9A"/>
    <w:rsid w:val="00230C00"/>
    <w:rsid w:val="002311EC"/>
    <w:rsid w:val="0023137D"/>
    <w:rsid w:val="00231DDE"/>
    <w:rsid w:val="00232F51"/>
    <w:rsid w:val="002348E3"/>
    <w:rsid w:val="0023494D"/>
    <w:rsid w:val="002353AA"/>
    <w:rsid w:val="00235590"/>
    <w:rsid w:val="0023584E"/>
    <w:rsid w:val="0023606A"/>
    <w:rsid w:val="00236288"/>
    <w:rsid w:val="002373C8"/>
    <w:rsid w:val="0023786D"/>
    <w:rsid w:val="002405C5"/>
    <w:rsid w:val="00240809"/>
    <w:rsid w:val="00241DC3"/>
    <w:rsid w:val="00241DDE"/>
    <w:rsid w:val="002428F0"/>
    <w:rsid w:val="00243A12"/>
    <w:rsid w:val="00243D4F"/>
    <w:rsid w:val="002442E1"/>
    <w:rsid w:val="00244C92"/>
    <w:rsid w:val="00244E90"/>
    <w:rsid w:val="00245CEA"/>
    <w:rsid w:val="00246A43"/>
    <w:rsid w:val="00246F4E"/>
    <w:rsid w:val="00247638"/>
    <w:rsid w:val="00247BCB"/>
    <w:rsid w:val="00250C59"/>
    <w:rsid w:val="00251CCA"/>
    <w:rsid w:val="00251DBE"/>
    <w:rsid w:val="0025265A"/>
    <w:rsid w:val="00252A4C"/>
    <w:rsid w:val="002532CD"/>
    <w:rsid w:val="002547BE"/>
    <w:rsid w:val="00255144"/>
    <w:rsid w:val="0025514D"/>
    <w:rsid w:val="0025624A"/>
    <w:rsid w:val="00256AA8"/>
    <w:rsid w:val="002572F9"/>
    <w:rsid w:val="00257370"/>
    <w:rsid w:val="00257BB8"/>
    <w:rsid w:val="002606A7"/>
    <w:rsid w:val="00260A52"/>
    <w:rsid w:val="00262439"/>
    <w:rsid w:val="002624C9"/>
    <w:rsid w:val="002629EA"/>
    <w:rsid w:val="0026331D"/>
    <w:rsid w:val="00264081"/>
    <w:rsid w:val="002645B4"/>
    <w:rsid w:val="00265803"/>
    <w:rsid w:val="002672B4"/>
    <w:rsid w:val="00267B1B"/>
    <w:rsid w:val="00270A9A"/>
    <w:rsid w:val="002710A2"/>
    <w:rsid w:val="002710AA"/>
    <w:rsid w:val="0027152F"/>
    <w:rsid w:val="0027157B"/>
    <w:rsid w:val="00271B21"/>
    <w:rsid w:val="00271B29"/>
    <w:rsid w:val="00272438"/>
    <w:rsid w:val="00273482"/>
    <w:rsid w:val="00273DC1"/>
    <w:rsid w:val="00274222"/>
    <w:rsid w:val="0027439E"/>
    <w:rsid w:val="002754D6"/>
    <w:rsid w:val="00277190"/>
    <w:rsid w:val="00277460"/>
    <w:rsid w:val="00280D41"/>
    <w:rsid w:val="0028238C"/>
    <w:rsid w:val="002827E4"/>
    <w:rsid w:val="00282E89"/>
    <w:rsid w:val="00283841"/>
    <w:rsid w:val="002838D8"/>
    <w:rsid w:val="002840EF"/>
    <w:rsid w:val="00285E71"/>
    <w:rsid w:val="00287B48"/>
    <w:rsid w:val="002912E1"/>
    <w:rsid w:val="002914DB"/>
    <w:rsid w:val="00293A35"/>
    <w:rsid w:val="002943FE"/>
    <w:rsid w:val="002949ED"/>
    <w:rsid w:val="002A0857"/>
    <w:rsid w:val="002A0E55"/>
    <w:rsid w:val="002A2717"/>
    <w:rsid w:val="002A320E"/>
    <w:rsid w:val="002A5D32"/>
    <w:rsid w:val="002A6B8A"/>
    <w:rsid w:val="002A7779"/>
    <w:rsid w:val="002A798E"/>
    <w:rsid w:val="002B006D"/>
    <w:rsid w:val="002B12B4"/>
    <w:rsid w:val="002B13E4"/>
    <w:rsid w:val="002B1C79"/>
    <w:rsid w:val="002B1E1C"/>
    <w:rsid w:val="002B20DA"/>
    <w:rsid w:val="002B2194"/>
    <w:rsid w:val="002B4A4D"/>
    <w:rsid w:val="002B4ACF"/>
    <w:rsid w:val="002B6299"/>
    <w:rsid w:val="002B6BDE"/>
    <w:rsid w:val="002B6D8B"/>
    <w:rsid w:val="002B7A5E"/>
    <w:rsid w:val="002C0E51"/>
    <w:rsid w:val="002C1462"/>
    <w:rsid w:val="002C16A7"/>
    <w:rsid w:val="002C1EF8"/>
    <w:rsid w:val="002C2AD5"/>
    <w:rsid w:val="002C316B"/>
    <w:rsid w:val="002C3236"/>
    <w:rsid w:val="002C68BA"/>
    <w:rsid w:val="002C694B"/>
    <w:rsid w:val="002C7E52"/>
    <w:rsid w:val="002D214D"/>
    <w:rsid w:val="002D2531"/>
    <w:rsid w:val="002D4198"/>
    <w:rsid w:val="002D42A4"/>
    <w:rsid w:val="002D482B"/>
    <w:rsid w:val="002D503D"/>
    <w:rsid w:val="002D540E"/>
    <w:rsid w:val="002D5ED6"/>
    <w:rsid w:val="002D611A"/>
    <w:rsid w:val="002D74BC"/>
    <w:rsid w:val="002E1D5B"/>
    <w:rsid w:val="002E1FE3"/>
    <w:rsid w:val="002E2096"/>
    <w:rsid w:val="002F116E"/>
    <w:rsid w:val="002F1728"/>
    <w:rsid w:val="002F1E31"/>
    <w:rsid w:val="002F2BA3"/>
    <w:rsid w:val="002F3050"/>
    <w:rsid w:val="002F3125"/>
    <w:rsid w:val="002F3AEC"/>
    <w:rsid w:val="002F3B9E"/>
    <w:rsid w:val="002F40FD"/>
    <w:rsid w:val="002F450F"/>
    <w:rsid w:val="002F5EDF"/>
    <w:rsid w:val="002F616A"/>
    <w:rsid w:val="00303C45"/>
    <w:rsid w:val="00303D35"/>
    <w:rsid w:val="003042F6"/>
    <w:rsid w:val="0030519B"/>
    <w:rsid w:val="00305544"/>
    <w:rsid w:val="003056F1"/>
    <w:rsid w:val="0030585D"/>
    <w:rsid w:val="00305EC4"/>
    <w:rsid w:val="0030602A"/>
    <w:rsid w:val="00307C79"/>
    <w:rsid w:val="00307E41"/>
    <w:rsid w:val="00311B3D"/>
    <w:rsid w:val="003136C1"/>
    <w:rsid w:val="00313A66"/>
    <w:rsid w:val="00314486"/>
    <w:rsid w:val="00315C5C"/>
    <w:rsid w:val="0031627A"/>
    <w:rsid w:val="003170C8"/>
    <w:rsid w:val="003172C0"/>
    <w:rsid w:val="00320E22"/>
    <w:rsid w:val="00321429"/>
    <w:rsid w:val="00322A9C"/>
    <w:rsid w:val="00323B26"/>
    <w:rsid w:val="003243D7"/>
    <w:rsid w:val="003245D2"/>
    <w:rsid w:val="00324F51"/>
    <w:rsid w:val="003276E7"/>
    <w:rsid w:val="00327732"/>
    <w:rsid w:val="00327EFF"/>
    <w:rsid w:val="00331F45"/>
    <w:rsid w:val="003334AF"/>
    <w:rsid w:val="003338F5"/>
    <w:rsid w:val="0033430B"/>
    <w:rsid w:val="003349F2"/>
    <w:rsid w:val="003377C9"/>
    <w:rsid w:val="003412F8"/>
    <w:rsid w:val="00342C0D"/>
    <w:rsid w:val="00343EF8"/>
    <w:rsid w:val="00344C53"/>
    <w:rsid w:val="00345706"/>
    <w:rsid w:val="003459BF"/>
    <w:rsid w:val="00346532"/>
    <w:rsid w:val="0034657B"/>
    <w:rsid w:val="003466F4"/>
    <w:rsid w:val="00350A0A"/>
    <w:rsid w:val="00351484"/>
    <w:rsid w:val="00353E50"/>
    <w:rsid w:val="00354230"/>
    <w:rsid w:val="003548D0"/>
    <w:rsid w:val="00354A17"/>
    <w:rsid w:val="00357D3B"/>
    <w:rsid w:val="00361283"/>
    <w:rsid w:val="0036141F"/>
    <w:rsid w:val="003622D6"/>
    <w:rsid w:val="0036382D"/>
    <w:rsid w:val="0036475E"/>
    <w:rsid w:val="00364792"/>
    <w:rsid w:val="00365809"/>
    <w:rsid w:val="003702E3"/>
    <w:rsid w:val="00370B34"/>
    <w:rsid w:val="00371761"/>
    <w:rsid w:val="003727EB"/>
    <w:rsid w:val="003733BE"/>
    <w:rsid w:val="003740BF"/>
    <w:rsid w:val="003743F1"/>
    <w:rsid w:val="00376EEF"/>
    <w:rsid w:val="00377461"/>
    <w:rsid w:val="00377BC7"/>
    <w:rsid w:val="00380E35"/>
    <w:rsid w:val="00381530"/>
    <w:rsid w:val="0038177F"/>
    <w:rsid w:val="0038205F"/>
    <w:rsid w:val="00382DD3"/>
    <w:rsid w:val="00384DBE"/>
    <w:rsid w:val="00386322"/>
    <w:rsid w:val="0038647F"/>
    <w:rsid w:val="0038791B"/>
    <w:rsid w:val="00387AE0"/>
    <w:rsid w:val="00391B12"/>
    <w:rsid w:val="00391D1C"/>
    <w:rsid w:val="00391FBB"/>
    <w:rsid w:val="00392F53"/>
    <w:rsid w:val="00393952"/>
    <w:rsid w:val="00393EF2"/>
    <w:rsid w:val="00394CC9"/>
    <w:rsid w:val="00394E2F"/>
    <w:rsid w:val="0039507C"/>
    <w:rsid w:val="00396D76"/>
    <w:rsid w:val="00396F08"/>
    <w:rsid w:val="003A05E0"/>
    <w:rsid w:val="003A0663"/>
    <w:rsid w:val="003A15F1"/>
    <w:rsid w:val="003A17B5"/>
    <w:rsid w:val="003A1D76"/>
    <w:rsid w:val="003A2A17"/>
    <w:rsid w:val="003A3AB8"/>
    <w:rsid w:val="003A3AC6"/>
    <w:rsid w:val="003A4388"/>
    <w:rsid w:val="003A4B09"/>
    <w:rsid w:val="003A4E96"/>
    <w:rsid w:val="003A5ACE"/>
    <w:rsid w:val="003A716A"/>
    <w:rsid w:val="003A71BB"/>
    <w:rsid w:val="003A7318"/>
    <w:rsid w:val="003A776F"/>
    <w:rsid w:val="003B0277"/>
    <w:rsid w:val="003B14B9"/>
    <w:rsid w:val="003B1D38"/>
    <w:rsid w:val="003B1FAD"/>
    <w:rsid w:val="003B2155"/>
    <w:rsid w:val="003B277F"/>
    <w:rsid w:val="003B2936"/>
    <w:rsid w:val="003B4AC6"/>
    <w:rsid w:val="003B61E7"/>
    <w:rsid w:val="003B6AC8"/>
    <w:rsid w:val="003B6C48"/>
    <w:rsid w:val="003B71B1"/>
    <w:rsid w:val="003C01A6"/>
    <w:rsid w:val="003C03D5"/>
    <w:rsid w:val="003C1ACE"/>
    <w:rsid w:val="003C1C00"/>
    <w:rsid w:val="003C31BC"/>
    <w:rsid w:val="003C3265"/>
    <w:rsid w:val="003C33D3"/>
    <w:rsid w:val="003C597E"/>
    <w:rsid w:val="003C5D8F"/>
    <w:rsid w:val="003C626E"/>
    <w:rsid w:val="003D002C"/>
    <w:rsid w:val="003D011B"/>
    <w:rsid w:val="003D3D3C"/>
    <w:rsid w:val="003D4516"/>
    <w:rsid w:val="003D4B3C"/>
    <w:rsid w:val="003D52D2"/>
    <w:rsid w:val="003D5C04"/>
    <w:rsid w:val="003D639D"/>
    <w:rsid w:val="003D7799"/>
    <w:rsid w:val="003D78B6"/>
    <w:rsid w:val="003E0463"/>
    <w:rsid w:val="003E32CF"/>
    <w:rsid w:val="003E45FC"/>
    <w:rsid w:val="003E5620"/>
    <w:rsid w:val="003E5A1A"/>
    <w:rsid w:val="003E6268"/>
    <w:rsid w:val="003E64ED"/>
    <w:rsid w:val="003E6659"/>
    <w:rsid w:val="003E7DC4"/>
    <w:rsid w:val="003E7ED6"/>
    <w:rsid w:val="003F24FD"/>
    <w:rsid w:val="003F2DEA"/>
    <w:rsid w:val="003F3CB5"/>
    <w:rsid w:val="003F464B"/>
    <w:rsid w:val="003F6917"/>
    <w:rsid w:val="003F728C"/>
    <w:rsid w:val="003F74F6"/>
    <w:rsid w:val="003F7939"/>
    <w:rsid w:val="0040038F"/>
    <w:rsid w:val="00401B25"/>
    <w:rsid w:val="00401BA1"/>
    <w:rsid w:val="00402168"/>
    <w:rsid w:val="0040269F"/>
    <w:rsid w:val="00402D0A"/>
    <w:rsid w:val="00404268"/>
    <w:rsid w:val="00405861"/>
    <w:rsid w:val="00405AAD"/>
    <w:rsid w:val="00406768"/>
    <w:rsid w:val="00406B00"/>
    <w:rsid w:val="004079CF"/>
    <w:rsid w:val="00412308"/>
    <w:rsid w:val="00413749"/>
    <w:rsid w:val="00413CF8"/>
    <w:rsid w:val="00414957"/>
    <w:rsid w:val="00414B03"/>
    <w:rsid w:val="00414E23"/>
    <w:rsid w:val="00415FEF"/>
    <w:rsid w:val="0041665A"/>
    <w:rsid w:val="00417845"/>
    <w:rsid w:val="00417D15"/>
    <w:rsid w:val="00420958"/>
    <w:rsid w:val="00420B91"/>
    <w:rsid w:val="004227BB"/>
    <w:rsid w:val="004240D0"/>
    <w:rsid w:val="00424AE4"/>
    <w:rsid w:val="004255BE"/>
    <w:rsid w:val="00425DA9"/>
    <w:rsid w:val="004278CB"/>
    <w:rsid w:val="00427EEC"/>
    <w:rsid w:val="00427F73"/>
    <w:rsid w:val="00430E0C"/>
    <w:rsid w:val="00431050"/>
    <w:rsid w:val="00431210"/>
    <w:rsid w:val="00433B78"/>
    <w:rsid w:val="00433FC4"/>
    <w:rsid w:val="00433FFA"/>
    <w:rsid w:val="00434243"/>
    <w:rsid w:val="00435D2F"/>
    <w:rsid w:val="0044014A"/>
    <w:rsid w:val="00441E76"/>
    <w:rsid w:val="00443DFD"/>
    <w:rsid w:val="00444803"/>
    <w:rsid w:val="0044494C"/>
    <w:rsid w:val="004453A3"/>
    <w:rsid w:val="004462C9"/>
    <w:rsid w:val="00446753"/>
    <w:rsid w:val="004469C5"/>
    <w:rsid w:val="0045112B"/>
    <w:rsid w:val="00452C9B"/>
    <w:rsid w:val="004530C7"/>
    <w:rsid w:val="00453D3F"/>
    <w:rsid w:val="00455875"/>
    <w:rsid w:val="0045638B"/>
    <w:rsid w:val="00457433"/>
    <w:rsid w:val="00457B08"/>
    <w:rsid w:val="00457D26"/>
    <w:rsid w:val="00460526"/>
    <w:rsid w:val="00461371"/>
    <w:rsid w:val="004614F1"/>
    <w:rsid w:val="00462043"/>
    <w:rsid w:val="004622E7"/>
    <w:rsid w:val="004624E6"/>
    <w:rsid w:val="004635EA"/>
    <w:rsid w:val="00463B6B"/>
    <w:rsid w:val="00463F1D"/>
    <w:rsid w:val="004645A5"/>
    <w:rsid w:val="004654BC"/>
    <w:rsid w:val="00465597"/>
    <w:rsid w:val="00465D57"/>
    <w:rsid w:val="00466AC2"/>
    <w:rsid w:val="00470772"/>
    <w:rsid w:val="00470D0B"/>
    <w:rsid w:val="00471A39"/>
    <w:rsid w:val="0047375C"/>
    <w:rsid w:val="0047399C"/>
    <w:rsid w:val="004746A2"/>
    <w:rsid w:val="004747AB"/>
    <w:rsid w:val="004748AE"/>
    <w:rsid w:val="0047518E"/>
    <w:rsid w:val="004755CF"/>
    <w:rsid w:val="0047562B"/>
    <w:rsid w:val="00475776"/>
    <w:rsid w:val="0047797F"/>
    <w:rsid w:val="00481278"/>
    <w:rsid w:val="004815E4"/>
    <w:rsid w:val="00481747"/>
    <w:rsid w:val="004821FB"/>
    <w:rsid w:val="00482E19"/>
    <w:rsid w:val="00482ED4"/>
    <w:rsid w:val="00483C83"/>
    <w:rsid w:val="004842A5"/>
    <w:rsid w:val="0048445B"/>
    <w:rsid w:val="00484A53"/>
    <w:rsid w:val="00484CED"/>
    <w:rsid w:val="00484F30"/>
    <w:rsid w:val="004853FD"/>
    <w:rsid w:val="00486671"/>
    <w:rsid w:val="0048790E"/>
    <w:rsid w:val="004906DD"/>
    <w:rsid w:val="00490B78"/>
    <w:rsid w:val="0049109E"/>
    <w:rsid w:val="00491364"/>
    <w:rsid w:val="0049145C"/>
    <w:rsid w:val="00493526"/>
    <w:rsid w:val="0049375A"/>
    <w:rsid w:val="004938E6"/>
    <w:rsid w:val="00495503"/>
    <w:rsid w:val="00495B78"/>
    <w:rsid w:val="00495E4D"/>
    <w:rsid w:val="004963F9"/>
    <w:rsid w:val="00496603"/>
    <w:rsid w:val="0049731F"/>
    <w:rsid w:val="004A0E1F"/>
    <w:rsid w:val="004A10B6"/>
    <w:rsid w:val="004A2A8E"/>
    <w:rsid w:val="004A2FA6"/>
    <w:rsid w:val="004A32CC"/>
    <w:rsid w:val="004A40C2"/>
    <w:rsid w:val="004A418A"/>
    <w:rsid w:val="004A42AB"/>
    <w:rsid w:val="004A44CB"/>
    <w:rsid w:val="004A516F"/>
    <w:rsid w:val="004A5B73"/>
    <w:rsid w:val="004A7972"/>
    <w:rsid w:val="004B032E"/>
    <w:rsid w:val="004B1296"/>
    <w:rsid w:val="004B2E0F"/>
    <w:rsid w:val="004B4437"/>
    <w:rsid w:val="004B4F0D"/>
    <w:rsid w:val="004B69CA"/>
    <w:rsid w:val="004B7296"/>
    <w:rsid w:val="004C11C7"/>
    <w:rsid w:val="004C2F19"/>
    <w:rsid w:val="004C3B24"/>
    <w:rsid w:val="004C4AAE"/>
    <w:rsid w:val="004C6920"/>
    <w:rsid w:val="004C7603"/>
    <w:rsid w:val="004C7FAA"/>
    <w:rsid w:val="004D16DA"/>
    <w:rsid w:val="004D23E1"/>
    <w:rsid w:val="004D28F4"/>
    <w:rsid w:val="004D364F"/>
    <w:rsid w:val="004D3A33"/>
    <w:rsid w:val="004D3B79"/>
    <w:rsid w:val="004D41DE"/>
    <w:rsid w:val="004D63AE"/>
    <w:rsid w:val="004D6595"/>
    <w:rsid w:val="004D7EC6"/>
    <w:rsid w:val="004E0B83"/>
    <w:rsid w:val="004E270D"/>
    <w:rsid w:val="004E2EA9"/>
    <w:rsid w:val="004E3657"/>
    <w:rsid w:val="004E37A4"/>
    <w:rsid w:val="004E37F1"/>
    <w:rsid w:val="004E40D0"/>
    <w:rsid w:val="004E41AD"/>
    <w:rsid w:val="004E4281"/>
    <w:rsid w:val="004E4360"/>
    <w:rsid w:val="004E6045"/>
    <w:rsid w:val="004E64B1"/>
    <w:rsid w:val="004E65B5"/>
    <w:rsid w:val="004E66C8"/>
    <w:rsid w:val="004E7414"/>
    <w:rsid w:val="004E7C18"/>
    <w:rsid w:val="004F1277"/>
    <w:rsid w:val="004F1313"/>
    <w:rsid w:val="004F19B8"/>
    <w:rsid w:val="004F1B4A"/>
    <w:rsid w:val="004F2708"/>
    <w:rsid w:val="004F3099"/>
    <w:rsid w:val="004F4FA5"/>
    <w:rsid w:val="004F5A62"/>
    <w:rsid w:val="004F626A"/>
    <w:rsid w:val="004F6CF0"/>
    <w:rsid w:val="004F7CC7"/>
    <w:rsid w:val="004F7E06"/>
    <w:rsid w:val="00500403"/>
    <w:rsid w:val="0050096A"/>
    <w:rsid w:val="00501063"/>
    <w:rsid w:val="005021CE"/>
    <w:rsid w:val="00503134"/>
    <w:rsid w:val="00505AAC"/>
    <w:rsid w:val="00505FEC"/>
    <w:rsid w:val="005100AD"/>
    <w:rsid w:val="00510D47"/>
    <w:rsid w:val="00511664"/>
    <w:rsid w:val="00512CB4"/>
    <w:rsid w:val="0051315D"/>
    <w:rsid w:val="00513363"/>
    <w:rsid w:val="00513B57"/>
    <w:rsid w:val="00514229"/>
    <w:rsid w:val="005152CE"/>
    <w:rsid w:val="00515E0A"/>
    <w:rsid w:val="00515FA6"/>
    <w:rsid w:val="00516FDD"/>
    <w:rsid w:val="00517691"/>
    <w:rsid w:val="00517748"/>
    <w:rsid w:val="00517C0E"/>
    <w:rsid w:val="00517F73"/>
    <w:rsid w:val="0052026D"/>
    <w:rsid w:val="00520A60"/>
    <w:rsid w:val="005210E8"/>
    <w:rsid w:val="0052122F"/>
    <w:rsid w:val="0052289C"/>
    <w:rsid w:val="00522FF1"/>
    <w:rsid w:val="0052349A"/>
    <w:rsid w:val="00524433"/>
    <w:rsid w:val="00525800"/>
    <w:rsid w:val="0052781F"/>
    <w:rsid w:val="00530082"/>
    <w:rsid w:val="005303B5"/>
    <w:rsid w:val="00530E41"/>
    <w:rsid w:val="00531BD2"/>
    <w:rsid w:val="0053380A"/>
    <w:rsid w:val="00533977"/>
    <w:rsid w:val="00533AF5"/>
    <w:rsid w:val="00534318"/>
    <w:rsid w:val="00534A5D"/>
    <w:rsid w:val="00534C69"/>
    <w:rsid w:val="00535033"/>
    <w:rsid w:val="0053545C"/>
    <w:rsid w:val="00536342"/>
    <w:rsid w:val="00536BAC"/>
    <w:rsid w:val="00536BC6"/>
    <w:rsid w:val="00537134"/>
    <w:rsid w:val="00542083"/>
    <w:rsid w:val="005426BD"/>
    <w:rsid w:val="00542ED4"/>
    <w:rsid w:val="00542F70"/>
    <w:rsid w:val="005437B4"/>
    <w:rsid w:val="0054452C"/>
    <w:rsid w:val="005454F5"/>
    <w:rsid w:val="00545F41"/>
    <w:rsid w:val="00546367"/>
    <w:rsid w:val="00547335"/>
    <w:rsid w:val="00547D53"/>
    <w:rsid w:val="0055007A"/>
    <w:rsid w:val="00550080"/>
    <w:rsid w:val="0055048C"/>
    <w:rsid w:val="00550567"/>
    <w:rsid w:val="0055124E"/>
    <w:rsid w:val="005518A5"/>
    <w:rsid w:val="005519DD"/>
    <w:rsid w:val="0055288B"/>
    <w:rsid w:val="0055361B"/>
    <w:rsid w:val="0055366F"/>
    <w:rsid w:val="00553773"/>
    <w:rsid w:val="00553DC3"/>
    <w:rsid w:val="005546ED"/>
    <w:rsid w:val="00560D21"/>
    <w:rsid w:val="0056285B"/>
    <w:rsid w:val="005629C7"/>
    <w:rsid w:val="00562A9C"/>
    <w:rsid w:val="0056544D"/>
    <w:rsid w:val="0056616D"/>
    <w:rsid w:val="0056770A"/>
    <w:rsid w:val="005679DF"/>
    <w:rsid w:val="00567D6C"/>
    <w:rsid w:val="00567DA3"/>
    <w:rsid w:val="0057124F"/>
    <w:rsid w:val="0057165C"/>
    <w:rsid w:val="005718C9"/>
    <w:rsid w:val="00571D97"/>
    <w:rsid w:val="00572160"/>
    <w:rsid w:val="00572D8F"/>
    <w:rsid w:val="005738FC"/>
    <w:rsid w:val="00574947"/>
    <w:rsid w:val="0057542F"/>
    <w:rsid w:val="00576797"/>
    <w:rsid w:val="005769B6"/>
    <w:rsid w:val="00577BF1"/>
    <w:rsid w:val="00580889"/>
    <w:rsid w:val="00581758"/>
    <w:rsid w:val="00581868"/>
    <w:rsid w:val="00581AAF"/>
    <w:rsid w:val="0058245D"/>
    <w:rsid w:val="005831BA"/>
    <w:rsid w:val="005837DF"/>
    <w:rsid w:val="00583A75"/>
    <w:rsid w:val="005842D3"/>
    <w:rsid w:val="00584ED4"/>
    <w:rsid w:val="00584FC1"/>
    <w:rsid w:val="00586105"/>
    <w:rsid w:val="0058662D"/>
    <w:rsid w:val="0058753B"/>
    <w:rsid w:val="00590B3E"/>
    <w:rsid w:val="00592BBE"/>
    <w:rsid w:val="005930D3"/>
    <w:rsid w:val="00593430"/>
    <w:rsid w:val="00595161"/>
    <w:rsid w:val="005975B1"/>
    <w:rsid w:val="00597C64"/>
    <w:rsid w:val="005A154B"/>
    <w:rsid w:val="005A270C"/>
    <w:rsid w:val="005A30B7"/>
    <w:rsid w:val="005A3674"/>
    <w:rsid w:val="005A3E59"/>
    <w:rsid w:val="005A5565"/>
    <w:rsid w:val="005A5F02"/>
    <w:rsid w:val="005A63AA"/>
    <w:rsid w:val="005B00DB"/>
    <w:rsid w:val="005B0FE5"/>
    <w:rsid w:val="005B3F70"/>
    <w:rsid w:val="005B4E6A"/>
    <w:rsid w:val="005B5872"/>
    <w:rsid w:val="005B5E9A"/>
    <w:rsid w:val="005B6552"/>
    <w:rsid w:val="005B78B0"/>
    <w:rsid w:val="005C0DAE"/>
    <w:rsid w:val="005C1995"/>
    <w:rsid w:val="005C29A8"/>
    <w:rsid w:val="005C2BEA"/>
    <w:rsid w:val="005C3001"/>
    <w:rsid w:val="005C339D"/>
    <w:rsid w:val="005C420C"/>
    <w:rsid w:val="005C599C"/>
    <w:rsid w:val="005C6C47"/>
    <w:rsid w:val="005C7C1F"/>
    <w:rsid w:val="005D07EF"/>
    <w:rsid w:val="005D0C31"/>
    <w:rsid w:val="005D3EF2"/>
    <w:rsid w:val="005D439A"/>
    <w:rsid w:val="005D4E53"/>
    <w:rsid w:val="005D54EF"/>
    <w:rsid w:val="005D5B9C"/>
    <w:rsid w:val="005D5CC8"/>
    <w:rsid w:val="005E079E"/>
    <w:rsid w:val="005E0DF7"/>
    <w:rsid w:val="005E17CA"/>
    <w:rsid w:val="005E294D"/>
    <w:rsid w:val="005E36F0"/>
    <w:rsid w:val="005E53D3"/>
    <w:rsid w:val="005E6906"/>
    <w:rsid w:val="005E701D"/>
    <w:rsid w:val="005E7080"/>
    <w:rsid w:val="005E7BE0"/>
    <w:rsid w:val="005F0225"/>
    <w:rsid w:val="005F0EC3"/>
    <w:rsid w:val="005F13E2"/>
    <w:rsid w:val="005F1B49"/>
    <w:rsid w:val="005F1E3E"/>
    <w:rsid w:val="005F2943"/>
    <w:rsid w:val="005F2D32"/>
    <w:rsid w:val="005F34D8"/>
    <w:rsid w:val="005F36BD"/>
    <w:rsid w:val="005F4E4E"/>
    <w:rsid w:val="005F5D10"/>
    <w:rsid w:val="005F613F"/>
    <w:rsid w:val="005F6173"/>
    <w:rsid w:val="005F66F2"/>
    <w:rsid w:val="006002C9"/>
    <w:rsid w:val="00600901"/>
    <w:rsid w:val="00602CBD"/>
    <w:rsid w:val="00603246"/>
    <w:rsid w:val="0060330D"/>
    <w:rsid w:val="00603E03"/>
    <w:rsid w:val="00606F19"/>
    <w:rsid w:val="0060743B"/>
    <w:rsid w:val="00607454"/>
    <w:rsid w:val="00607813"/>
    <w:rsid w:val="00610234"/>
    <w:rsid w:val="006113CE"/>
    <w:rsid w:val="00611F9E"/>
    <w:rsid w:val="00614D3C"/>
    <w:rsid w:val="00614FD9"/>
    <w:rsid w:val="006156A9"/>
    <w:rsid w:val="006156C0"/>
    <w:rsid w:val="006157F6"/>
    <w:rsid w:val="00615DA1"/>
    <w:rsid w:val="0061603F"/>
    <w:rsid w:val="00617225"/>
    <w:rsid w:val="006179C1"/>
    <w:rsid w:val="0062066A"/>
    <w:rsid w:val="00621D13"/>
    <w:rsid w:val="006225BE"/>
    <w:rsid w:val="00622678"/>
    <w:rsid w:val="00622912"/>
    <w:rsid w:val="00622D15"/>
    <w:rsid w:val="00622E53"/>
    <w:rsid w:val="0062318F"/>
    <w:rsid w:val="00624879"/>
    <w:rsid w:val="006254DF"/>
    <w:rsid w:val="00626C21"/>
    <w:rsid w:val="00626EA0"/>
    <w:rsid w:val="006275BA"/>
    <w:rsid w:val="006300F7"/>
    <w:rsid w:val="00630F21"/>
    <w:rsid w:val="006313B3"/>
    <w:rsid w:val="00633CA6"/>
    <w:rsid w:val="006365CD"/>
    <w:rsid w:val="00640C0C"/>
    <w:rsid w:val="006419CE"/>
    <w:rsid w:val="00642D33"/>
    <w:rsid w:val="00642DFD"/>
    <w:rsid w:val="006435D4"/>
    <w:rsid w:val="00643694"/>
    <w:rsid w:val="0064374C"/>
    <w:rsid w:val="006449B4"/>
    <w:rsid w:val="00645742"/>
    <w:rsid w:val="00646224"/>
    <w:rsid w:val="00646D15"/>
    <w:rsid w:val="0064771A"/>
    <w:rsid w:val="00647ACB"/>
    <w:rsid w:val="00647DC7"/>
    <w:rsid w:val="006501FF"/>
    <w:rsid w:val="00650A97"/>
    <w:rsid w:val="00650B71"/>
    <w:rsid w:val="006528FE"/>
    <w:rsid w:val="006529D8"/>
    <w:rsid w:val="006545A9"/>
    <w:rsid w:val="006547A3"/>
    <w:rsid w:val="0065589D"/>
    <w:rsid w:val="00655E93"/>
    <w:rsid w:val="00656FE7"/>
    <w:rsid w:val="0065731F"/>
    <w:rsid w:val="00661EC2"/>
    <w:rsid w:val="0066262E"/>
    <w:rsid w:val="00663232"/>
    <w:rsid w:val="00664214"/>
    <w:rsid w:val="00664F43"/>
    <w:rsid w:val="006657AC"/>
    <w:rsid w:val="006663D2"/>
    <w:rsid w:val="0067018F"/>
    <w:rsid w:val="00670370"/>
    <w:rsid w:val="00671A6A"/>
    <w:rsid w:val="00673B22"/>
    <w:rsid w:val="00673C5E"/>
    <w:rsid w:val="00675571"/>
    <w:rsid w:val="006757C1"/>
    <w:rsid w:val="00675820"/>
    <w:rsid w:val="00676478"/>
    <w:rsid w:val="00681202"/>
    <w:rsid w:val="00682D0E"/>
    <w:rsid w:val="006832AD"/>
    <w:rsid w:val="006832FA"/>
    <w:rsid w:val="0068365F"/>
    <w:rsid w:val="0068439A"/>
    <w:rsid w:val="00684FA0"/>
    <w:rsid w:val="00685C7A"/>
    <w:rsid w:val="006863BC"/>
    <w:rsid w:val="00690355"/>
    <w:rsid w:val="0069299D"/>
    <w:rsid w:val="00692C89"/>
    <w:rsid w:val="00692EA3"/>
    <w:rsid w:val="006950B6"/>
    <w:rsid w:val="0069511F"/>
    <w:rsid w:val="00696501"/>
    <w:rsid w:val="00697B8A"/>
    <w:rsid w:val="006A0134"/>
    <w:rsid w:val="006A20FF"/>
    <w:rsid w:val="006A2386"/>
    <w:rsid w:val="006A488A"/>
    <w:rsid w:val="006A4DB1"/>
    <w:rsid w:val="006A68BA"/>
    <w:rsid w:val="006B3D7A"/>
    <w:rsid w:val="006B414B"/>
    <w:rsid w:val="006B4E2A"/>
    <w:rsid w:val="006B4F53"/>
    <w:rsid w:val="006B515E"/>
    <w:rsid w:val="006B5840"/>
    <w:rsid w:val="006B6BC2"/>
    <w:rsid w:val="006C0960"/>
    <w:rsid w:val="006C0E74"/>
    <w:rsid w:val="006C1A41"/>
    <w:rsid w:val="006C2836"/>
    <w:rsid w:val="006C6274"/>
    <w:rsid w:val="006C681C"/>
    <w:rsid w:val="006C6D7A"/>
    <w:rsid w:val="006D0A78"/>
    <w:rsid w:val="006D0B9C"/>
    <w:rsid w:val="006D1106"/>
    <w:rsid w:val="006D1CF5"/>
    <w:rsid w:val="006D23F4"/>
    <w:rsid w:val="006D4252"/>
    <w:rsid w:val="006D43B6"/>
    <w:rsid w:val="006D47F9"/>
    <w:rsid w:val="006D558B"/>
    <w:rsid w:val="006D61CD"/>
    <w:rsid w:val="006D687A"/>
    <w:rsid w:val="006D68C2"/>
    <w:rsid w:val="006D6E5C"/>
    <w:rsid w:val="006D77ED"/>
    <w:rsid w:val="006E0702"/>
    <w:rsid w:val="006E16CA"/>
    <w:rsid w:val="006E16D7"/>
    <w:rsid w:val="006E2330"/>
    <w:rsid w:val="006E282A"/>
    <w:rsid w:val="006E3DA3"/>
    <w:rsid w:val="006E42A1"/>
    <w:rsid w:val="006E51EF"/>
    <w:rsid w:val="006E5978"/>
    <w:rsid w:val="006E6DD1"/>
    <w:rsid w:val="006F02EA"/>
    <w:rsid w:val="006F0631"/>
    <w:rsid w:val="006F09F0"/>
    <w:rsid w:val="006F0E2A"/>
    <w:rsid w:val="006F1146"/>
    <w:rsid w:val="006F24DB"/>
    <w:rsid w:val="006F36A8"/>
    <w:rsid w:val="006F4EB9"/>
    <w:rsid w:val="006F6814"/>
    <w:rsid w:val="006F73AE"/>
    <w:rsid w:val="006F74B4"/>
    <w:rsid w:val="006F7817"/>
    <w:rsid w:val="00701652"/>
    <w:rsid w:val="00702424"/>
    <w:rsid w:val="007024FB"/>
    <w:rsid w:val="007032A8"/>
    <w:rsid w:val="00704DE9"/>
    <w:rsid w:val="00704F8B"/>
    <w:rsid w:val="00705E0F"/>
    <w:rsid w:val="00707894"/>
    <w:rsid w:val="00707D35"/>
    <w:rsid w:val="007102D5"/>
    <w:rsid w:val="007106A9"/>
    <w:rsid w:val="00711120"/>
    <w:rsid w:val="0071129B"/>
    <w:rsid w:val="007114AC"/>
    <w:rsid w:val="00711938"/>
    <w:rsid w:val="007120A7"/>
    <w:rsid w:val="007120C7"/>
    <w:rsid w:val="007155B3"/>
    <w:rsid w:val="007178BF"/>
    <w:rsid w:val="00717B87"/>
    <w:rsid w:val="00720E5E"/>
    <w:rsid w:val="007216FA"/>
    <w:rsid w:val="00721C29"/>
    <w:rsid w:val="00721E38"/>
    <w:rsid w:val="00721F07"/>
    <w:rsid w:val="00721F83"/>
    <w:rsid w:val="007222D5"/>
    <w:rsid w:val="00722B18"/>
    <w:rsid w:val="00722BD8"/>
    <w:rsid w:val="00722E7F"/>
    <w:rsid w:val="007240D8"/>
    <w:rsid w:val="0072509F"/>
    <w:rsid w:val="007256C1"/>
    <w:rsid w:val="00725E30"/>
    <w:rsid w:val="007261AB"/>
    <w:rsid w:val="007262A5"/>
    <w:rsid w:val="007262CC"/>
    <w:rsid w:val="00726F1A"/>
    <w:rsid w:val="00727687"/>
    <w:rsid w:val="00727704"/>
    <w:rsid w:val="00727EE1"/>
    <w:rsid w:val="00730D89"/>
    <w:rsid w:val="00731C13"/>
    <w:rsid w:val="00731D18"/>
    <w:rsid w:val="007322D2"/>
    <w:rsid w:val="007322DB"/>
    <w:rsid w:val="00732AF7"/>
    <w:rsid w:val="00734799"/>
    <w:rsid w:val="007348D6"/>
    <w:rsid w:val="00734D47"/>
    <w:rsid w:val="00734EA2"/>
    <w:rsid w:val="00736001"/>
    <w:rsid w:val="00736040"/>
    <w:rsid w:val="00736981"/>
    <w:rsid w:val="00736DA5"/>
    <w:rsid w:val="007370B1"/>
    <w:rsid w:val="00737242"/>
    <w:rsid w:val="007405FC"/>
    <w:rsid w:val="00741887"/>
    <w:rsid w:val="0074201D"/>
    <w:rsid w:val="007427D3"/>
    <w:rsid w:val="0074328F"/>
    <w:rsid w:val="00744A2C"/>
    <w:rsid w:val="00744EC4"/>
    <w:rsid w:val="00745F96"/>
    <w:rsid w:val="007463B0"/>
    <w:rsid w:val="00746B4F"/>
    <w:rsid w:val="0074708B"/>
    <w:rsid w:val="007506AD"/>
    <w:rsid w:val="00750755"/>
    <w:rsid w:val="007517BC"/>
    <w:rsid w:val="00751E02"/>
    <w:rsid w:val="00752AE4"/>
    <w:rsid w:val="007532A8"/>
    <w:rsid w:val="007533F4"/>
    <w:rsid w:val="007548A2"/>
    <w:rsid w:val="007563BF"/>
    <w:rsid w:val="007578FD"/>
    <w:rsid w:val="0075791C"/>
    <w:rsid w:val="00757C03"/>
    <w:rsid w:val="0076055E"/>
    <w:rsid w:val="00760D3E"/>
    <w:rsid w:val="00762AC4"/>
    <w:rsid w:val="00762B7E"/>
    <w:rsid w:val="00764381"/>
    <w:rsid w:val="00765830"/>
    <w:rsid w:val="00765D40"/>
    <w:rsid w:val="00766F81"/>
    <w:rsid w:val="007670B2"/>
    <w:rsid w:val="00770607"/>
    <w:rsid w:val="007706B9"/>
    <w:rsid w:val="00772A23"/>
    <w:rsid w:val="007758F7"/>
    <w:rsid w:val="00775A44"/>
    <w:rsid w:val="00775A86"/>
    <w:rsid w:val="00776294"/>
    <w:rsid w:val="00776B12"/>
    <w:rsid w:val="007773EF"/>
    <w:rsid w:val="00777869"/>
    <w:rsid w:val="00780421"/>
    <w:rsid w:val="00780549"/>
    <w:rsid w:val="00781310"/>
    <w:rsid w:val="007822B1"/>
    <w:rsid w:val="00782878"/>
    <w:rsid w:val="007831C5"/>
    <w:rsid w:val="00783F08"/>
    <w:rsid w:val="00784E06"/>
    <w:rsid w:val="00785336"/>
    <w:rsid w:val="007864D4"/>
    <w:rsid w:val="00787AC5"/>
    <w:rsid w:val="00787E53"/>
    <w:rsid w:val="007914A1"/>
    <w:rsid w:val="0079162D"/>
    <w:rsid w:val="007921A8"/>
    <w:rsid w:val="00792E22"/>
    <w:rsid w:val="007933BD"/>
    <w:rsid w:val="00794D61"/>
    <w:rsid w:val="00794FAD"/>
    <w:rsid w:val="007976E3"/>
    <w:rsid w:val="00797943"/>
    <w:rsid w:val="007A00D2"/>
    <w:rsid w:val="007A40E4"/>
    <w:rsid w:val="007A435E"/>
    <w:rsid w:val="007A4811"/>
    <w:rsid w:val="007A48B2"/>
    <w:rsid w:val="007A555A"/>
    <w:rsid w:val="007A575D"/>
    <w:rsid w:val="007A626C"/>
    <w:rsid w:val="007A6E66"/>
    <w:rsid w:val="007A76E5"/>
    <w:rsid w:val="007A7A83"/>
    <w:rsid w:val="007B1012"/>
    <w:rsid w:val="007B3AE2"/>
    <w:rsid w:val="007B4AD7"/>
    <w:rsid w:val="007B4DE2"/>
    <w:rsid w:val="007B51EE"/>
    <w:rsid w:val="007B52FB"/>
    <w:rsid w:val="007B5BDC"/>
    <w:rsid w:val="007B63B5"/>
    <w:rsid w:val="007B6838"/>
    <w:rsid w:val="007B7261"/>
    <w:rsid w:val="007B7521"/>
    <w:rsid w:val="007B7F4A"/>
    <w:rsid w:val="007C0BB6"/>
    <w:rsid w:val="007C0DFE"/>
    <w:rsid w:val="007C27F9"/>
    <w:rsid w:val="007C290D"/>
    <w:rsid w:val="007C3D77"/>
    <w:rsid w:val="007C3D7E"/>
    <w:rsid w:val="007C3FEA"/>
    <w:rsid w:val="007C4071"/>
    <w:rsid w:val="007C4F68"/>
    <w:rsid w:val="007C62B0"/>
    <w:rsid w:val="007C6B9D"/>
    <w:rsid w:val="007C7165"/>
    <w:rsid w:val="007C7424"/>
    <w:rsid w:val="007D081A"/>
    <w:rsid w:val="007D16FB"/>
    <w:rsid w:val="007D2740"/>
    <w:rsid w:val="007D3700"/>
    <w:rsid w:val="007D3B5D"/>
    <w:rsid w:val="007D4DFF"/>
    <w:rsid w:val="007D51A2"/>
    <w:rsid w:val="007D59C1"/>
    <w:rsid w:val="007D5A2E"/>
    <w:rsid w:val="007D5BC3"/>
    <w:rsid w:val="007D6313"/>
    <w:rsid w:val="007D7D75"/>
    <w:rsid w:val="007E1141"/>
    <w:rsid w:val="007E129A"/>
    <w:rsid w:val="007E1AB9"/>
    <w:rsid w:val="007E25A3"/>
    <w:rsid w:val="007E2EF2"/>
    <w:rsid w:val="007E3507"/>
    <w:rsid w:val="007E3D90"/>
    <w:rsid w:val="007E3F84"/>
    <w:rsid w:val="007E6B76"/>
    <w:rsid w:val="007E700D"/>
    <w:rsid w:val="007E71A0"/>
    <w:rsid w:val="007F0124"/>
    <w:rsid w:val="007F1AED"/>
    <w:rsid w:val="007F21E7"/>
    <w:rsid w:val="007F24C5"/>
    <w:rsid w:val="007F3281"/>
    <w:rsid w:val="007F3291"/>
    <w:rsid w:val="007F5B96"/>
    <w:rsid w:val="007F67B0"/>
    <w:rsid w:val="007F6CAA"/>
    <w:rsid w:val="007F7A1E"/>
    <w:rsid w:val="0080088D"/>
    <w:rsid w:val="00802333"/>
    <w:rsid w:val="008059C2"/>
    <w:rsid w:val="00805DD2"/>
    <w:rsid w:val="008065E1"/>
    <w:rsid w:val="0080707C"/>
    <w:rsid w:val="008078D7"/>
    <w:rsid w:val="00807AAE"/>
    <w:rsid w:val="00810E9F"/>
    <w:rsid w:val="00811BFA"/>
    <w:rsid w:val="00811C4A"/>
    <w:rsid w:val="0081250F"/>
    <w:rsid w:val="008132A6"/>
    <w:rsid w:val="00813C4C"/>
    <w:rsid w:val="008148E9"/>
    <w:rsid w:val="00814D60"/>
    <w:rsid w:val="008159D0"/>
    <w:rsid w:val="00815A85"/>
    <w:rsid w:val="00816443"/>
    <w:rsid w:val="008165C9"/>
    <w:rsid w:val="008175F2"/>
    <w:rsid w:val="00817FEC"/>
    <w:rsid w:val="0082171F"/>
    <w:rsid w:val="008247FF"/>
    <w:rsid w:val="00826C1F"/>
    <w:rsid w:val="00826E93"/>
    <w:rsid w:val="0083088C"/>
    <w:rsid w:val="00830BF9"/>
    <w:rsid w:val="008327B2"/>
    <w:rsid w:val="00832CBF"/>
    <w:rsid w:val="0083334C"/>
    <w:rsid w:val="00833582"/>
    <w:rsid w:val="00834247"/>
    <w:rsid w:val="008348CE"/>
    <w:rsid w:val="0083578F"/>
    <w:rsid w:val="00835A44"/>
    <w:rsid w:val="008366A3"/>
    <w:rsid w:val="00840AC1"/>
    <w:rsid w:val="00841E3A"/>
    <w:rsid w:val="00842A8A"/>
    <w:rsid w:val="00843EAA"/>
    <w:rsid w:val="008441B9"/>
    <w:rsid w:val="0084619F"/>
    <w:rsid w:val="00846323"/>
    <w:rsid w:val="00851498"/>
    <w:rsid w:val="00851D6F"/>
    <w:rsid w:val="00852497"/>
    <w:rsid w:val="00854A3A"/>
    <w:rsid w:val="00855965"/>
    <w:rsid w:val="008602A8"/>
    <w:rsid w:val="008613CB"/>
    <w:rsid w:val="00863003"/>
    <w:rsid w:val="008642CC"/>
    <w:rsid w:val="00864AF1"/>
    <w:rsid w:val="00864C0C"/>
    <w:rsid w:val="00864FA8"/>
    <w:rsid w:val="0086543B"/>
    <w:rsid w:val="008660CD"/>
    <w:rsid w:val="008711A4"/>
    <w:rsid w:val="0087262E"/>
    <w:rsid w:val="0087265A"/>
    <w:rsid w:val="008729CD"/>
    <w:rsid w:val="00873227"/>
    <w:rsid w:val="00873584"/>
    <w:rsid w:val="0087361D"/>
    <w:rsid w:val="0087381A"/>
    <w:rsid w:val="008745B3"/>
    <w:rsid w:val="008748BA"/>
    <w:rsid w:val="00874A41"/>
    <w:rsid w:val="00875F2D"/>
    <w:rsid w:val="00876568"/>
    <w:rsid w:val="00877B15"/>
    <w:rsid w:val="008802C2"/>
    <w:rsid w:val="008810A1"/>
    <w:rsid w:val="0088187E"/>
    <w:rsid w:val="008822DC"/>
    <w:rsid w:val="00882E0E"/>
    <w:rsid w:val="0088376F"/>
    <w:rsid w:val="008844AB"/>
    <w:rsid w:val="008849E1"/>
    <w:rsid w:val="008863F3"/>
    <w:rsid w:val="0088748F"/>
    <w:rsid w:val="008900FF"/>
    <w:rsid w:val="00890CDB"/>
    <w:rsid w:val="00891E8E"/>
    <w:rsid w:val="008928ED"/>
    <w:rsid w:val="00893862"/>
    <w:rsid w:val="0089393B"/>
    <w:rsid w:val="00893B52"/>
    <w:rsid w:val="00894BA4"/>
    <w:rsid w:val="00896736"/>
    <w:rsid w:val="00897AFF"/>
    <w:rsid w:val="008A0F3B"/>
    <w:rsid w:val="008A1153"/>
    <w:rsid w:val="008A2307"/>
    <w:rsid w:val="008A32D0"/>
    <w:rsid w:val="008A3FF4"/>
    <w:rsid w:val="008A457B"/>
    <w:rsid w:val="008A4966"/>
    <w:rsid w:val="008A5514"/>
    <w:rsid w:val="008A759C"/>
    <w:rsid w:val="008A7D47"/>
    <w:rsid w:val="008A7E08"/>
    <w:rsid w:val="008A7EC2"/>
    <w:rsid w:val="008B07ED"/>
    <w:rsid w:val="008B0CAF"/>
    <w:rsid w:val="008B0DF8"/>
    <w:rsid w:val="008B1231"/>
    <w:rsid w:val="008B2A01"/>
    <w:rsid w:val="008B37FF"/>
    <w:rsid w:val="008B3D13"/>
    <w:rsid w:val="008B4389"/>
    <w:rsid w:val="008B50C8"/>
    <w:rsid w:val="008B6883"/>
    <w:rsid w:val="008B69D8"/>
    <w:rsid w:val="008B6CDA"/>
    <w:rsid w:val="008C0305"/>
    <w:rsid w:val="008C1316"/>
    <w:rsid w:val="008C13FC"/>
    <w:rsid w:val="008C1F97"/>
    <w:rsid w:val="008C2101"/>
    <w:rsid w:val="008C347C"/>
    <w:rsid w:val="008C562C"/>
    <w:rsid w:val="008D114F"/>
    <w:rsid w:val="008D2757"/>
    <w:rsid w:val="008D2D78"/>
    <w:rsid w:val="008D38E8"/>
    <w:rsid w:val="008D3E5C"/>
    <w:rsid w:val="008D425E"/>
    <w:rsid w:val="008D448D"/>
    <w:rsid w:val="008D48BC"/>
    <w:rsid w:val="008D5202"/>
    <w:rsid w:val="008D584C"/>
    <w:rsid w:val="008D6822"/>
    <w:rsid w:val="008D71AB"/>
    <w:rsid w:val="008D7A52"/>
    <w:rsid w:val="008E0E1B"/>
    <w:rsid w:val="008E1143"/>
    <w:rsid w:val="008E1871"/>
    <w:rsid w:val="008E4919"/>
    <w:rsid w:val="008E6446"/>
    <w:rsid w:val="008E709E"/>
    <w:rsid w:val="008E738C"/>
    <w:rsid w:val="008E784D"/>
    <w:rsid w:val="008F0071"/>
    <w:rsid w:val="008F03AA"/>
    <w:rsid w:val="008F0E2F"/>
    <w:rsid w:val="008F3535"/>
    <w:rsid w:val="008F5F51"/>
    <w:rsid w:val="008F62BD"/>
    <w:rsid w:val="008F700C"/>
    <w:rsid w:val="008F713B"/>
    <w:rsid w:val="008F73E2"/>
    <w:rsid w:val="008F7769"/>
    <w:rsid w:val="008F77DA"/>
    <w:rsid w:val="00900205"/>
    <w:rsid w:val="009002B0"/>
    <w:rsid w:val="00902F6E"/>
    <w:rsid w:val="00903CF7"/>
    <w:rsid w:val="00904364"/>
    <w:rsid w:val="0090442C"/>
    <w:rsid w:val="00905062"/>
    <w:rsid w:val="00905EBA"/>
    <w:rsid w:val="00910412"/>
    <w:rsid w:val="00910FD2"/>
    <w:rsid w:val="0091143B"/>
    <w:rsid w:val="00911E4B"/>
    <w:rsid w:val="0091213B"/>
    <w:rsid w:val="009129A8"/>
    <w:rsid w:val="00912A2A"/>
    <w:rsid w:val="00913A02"/>
    <w:rsid w:val="00914838"/>
    <w:rsid w:val="00914A34"/>
    <w:rsid w:val="00914EAA"/>
    <w:rsid w:val="0091510D"/>
    <w:rsid w:val="009158B3"/>
    <w:rsid w:val="00917582"/>
    <w:rsid w:val="009179E0"/>
    <w:rsid w:val="00917CC2"/>
    <w:rsid w:val="00920FA1"/>
    <w:rsid w:val="009210DD"/>
    <w:rsid w:val="009214D1"/>
    <w:rsid w:val="00921EB3"/>
    <w:rsid w:val="00922B79"/>
    <w:rsid w:val="00922C33"/>
    <w:rsid w:val="00922C74"/>
    <w:rsid w:val="009235AF"/>
    <w:rsid w:val="0092412F"/>
    <w:rsid w:val="00924196"/>
    <w:rsid w:val="0092423C"/>
    <w:rsid w:val="00924257"/>
    <w:rsid w:val="00927EB9"/>
    <w:rsid w:val="009306E1"/>
    <w:rsid w:val="00931B1B"/>
    <w:rsid w:val="00932024"/>
    <w:rsid w:val="009324A7"/>
    <w:rsid w:val="00932E50"/>
    <w:rsid w:val="009344C4"/>
    <w:rsid w:val="00934640"/>
    <w:rsid w:val="00935E34"/>
    <w:rsid w:val="0093616D"/>
    <w:rsid w:val="009377B2"/>
    <w:rsid w:val="00937A09"/>
    <w:rsid w:val="0094067C"/>
    <w:rsid w:val="00944D88"/>
    <w:rsid w:val="009460DB"/>
    <w:rsid w:val="00946884"/>
    <w:rsid w:val="00946A2A"/>
    <w:rsid w:val="00947BF0"/>
    <w:rsid w:val="00951FDB"/>
    <w:rsid w:val="0095210D"/>
    <w:rsid w:val="00952D47"/>
    <w:rsid w:val="0095373F"/>
    <w:rsid w:val="009551AB"/>
    <w:rsid w:val="00956172"/>
    <w:rsid w:val="00956225"/>
    <w:rsid w:val="0095665B"/>
    <w:rsid w:val="009567D8"/>
    <w:rsid w:val="00956D8E"/>
    <w:rsid w:val="009576D9"/>
    <w:rsid w:val="009579D4"/>
    <w:rsid w:val="00957A52"/>
    <w:rsid w:val="00957F04"/>
    <w:rsid w:val="00957F20"/>
    <w:rsid w:val="00960189"/>
    <w:rsid w:val="0096039E"/>
    <w:rsid w:val="0096079C"/>
    <w:rsid w:val="00960A2C"/>
    <w:rsid w:val="009626B1"/>
    <w:rsid w:val="009626FD"/>
    <w:rsid w:val="00962750"/>
    <w:rsid w:val="009631F7"/>
    <w:rsid w:val="00964CC3"/>
    <w:rsid w:val="00966DB0"/>
    <w:rsid w:val="00967438"/>
    <w:rsid w:val="00967DAD"/>
    <w:rsid w:val="00970BD6"/>
    <w:rsid w:val="009714C9"/>
    <w:rsid w:val="009719AB"/>
    <w:rsid w:val="00971E11"/>
    <w:rsid w:val="00972016"/>
    <w:rsid w:val="00972410"/>
    <w:rsid w:val="00974E70"/>
    <w:rsid w:val="009753EC"/>
    <w:rsid w:val="0097564A"/>
    <w:rsid w:val="00976094"/>
    <w:rsid w:val="00976A66"/>
    <w:rsid w:val="00976D42"/>
    <w:rsid w:val="00977846"/>
    <w:rsid w:val="00980ADC"/>
    <w:rsid w:val="00981D39"/>
    <w:rsid w:val="009829ED"/>
    <w:rsid w:val="00983AE6"/>
    <w:rsid w:val="00984EFB"/>
    <w:rsid w:val="009852C8"/>
    <w:rsid w:val="00985FE9"/>
    <w:rsid w:val="00987AE9"/>
    <w:rsid w:val="0099221D"/>
    <w:rsid w:val="009925BC"/>
    <w:rsid w:val="00995602"/>
    <w:rsid w:val="009976FC"/>
    <w:rsid w:val="009A0887"/>
    <w:rsid w:val="009A0B47"/>
    <w:rsid w:val="009A0C86"/>
    <w:rsid w:val="009A1E60"/>
    <w:rsid w:val="009A27E1"/>
    <w:rsid w:val="009A30C9"/>
    <w:rsid w:val="009A31F5"/>
    <w:rsid w:val="009A3317"/>
    <w:rsid w:val="009A33DF"/>
    <w:rsid w:val="009A37AD"/>
    <w:rsid w:val="009A4335"/>
    <w:rsid w:val="009A4D47"/>
    <w:rsid w:val="009A4F25"/>
    <w:rsid w:val="009A5804"/>
    <w:rsid w:val="009A757C"/>
    <w:rsid w:val="009A7EAC"/>
    <w:rsid w:val="009B01A3"/>
    <w:rsid w:val="009B027B"/>
    <w:rsid w:val="009B085E"/>
    <w:rsid w:val="009B0F43"/>
    <w:rsid w:val="009B10A1"/>
    <w:rsid w:val="009B6330"/>
    <w:rsid w:val="009B6CBE"/>
    <w:rsid w:val="009B750A"/>
    <w:rsid w:val="009C18D9"/>
    <w:rsid w:val="009C193F"/>
    <w:rsid w:val="009C3623"/>
    <w:rsid w:val="009C407A"/>
    <w:rsid w:val="009C420A"/>
    <w:rsid w:val="009C46F1"/>
    <w:rsid w:val="009C47F3"/>
    <w:rsid w:val="009C4DC2"/>
    <w:rsid w:val="009C6465"/>
    <w:rsid w:val="009C6551"/>
    <w:rsid w:val="009C6954"/>
    <w:rsid w:val="009C7A13"/>
    <w:rsid w:val="009C7D79"/>
    <w:rsid w:val="009D00F9"/>
    <w:rsid w:val="009D0EF4"/>
    <w:rsid w:val="009D3151"/>
    <w:rsid w:val="009D3637"/>
    <w:rsid w:val="009D3F73"/>
    <w:rsid w:val="009D418C"/>
    <w:rsid w:val="009D642F"/>
    <w:rsid w:val="009D6ABA"/>
    <w:rsid w:val="009D6F04"/>
    <w:rsid w:val="009D7848"/>
    <w:rsid w:val="009E0AF6"/>
    <w:rsid w:val="009E1974"/>
    <w:rsid w:val="009E2E11"/>
    <w:rsid w:val="009E2FDD"/>
    <w:rsid w:val="009E3092"/>
    <w:rsid w:val="009E3F92"/>
    <w:rsid w:val="009E4455"/>
    <w:rsid w:val="009E6E34"/>
    <w:rsid w:val="009E6FD5"/>
    <w:rsid w:val="009E7CED"/>
    <w:rsid w:val="009F07C3"/>
    <w:rsid w:val="009F0F0E"/>
    <w:rsid w:val="009F1473"/>
    <w:rsid w:val="009F1B3F"/>
    <w:rsid w:val="009F234E"/>
    <w:rsid w:val="009F2672"/>
    <w:rsid w:val="009F315F"/>
    <w:rsid w:val="009F4301"/>
    <w:rsid w:val="009F6487"/>
    <w:rsid w:val="009F67E7"/>
    <w:rsid w:val="009F68A6"/>
    <w:rsid w:val="009F6A2B"/>
    <w:rsid w:val="009F6A73"/>
    <w:rsid w:val="00A001AC"/>
    <w:rsid w:val="00A01CD5"/>
    <w:rsid w:val="00A02341"/>
    <w:rsid w:val="00A02654"/>
    <w:rsid w:val="00A0293E"/>
    <w:rsid w:val="00A035D9"/>
    <w:rsid w:val="00A03969"/>
    <w:rsid w:val="00A03ECA"/>
    <w:rsid w:val="00A044D8"/>
    <w:rsid w:val="00A04A39"/>
    <w:rsid w:val="00A05407"/>
    <w:rsid w:val="00A056E6"/>
    <w:rsid w:val="00A06C70"/>
    <w:rsid w:val="00A10088"/>
    <w:rsid w:val="00A105C5"/>
    <w:rsid w:val="00A10703"/>
    <w:rsid w:val="00A10BED"/>
    <w:rsid w:val="00A10DEF"/>
    <w:rsid w:val="00A11C08"/>
    <w:rsid w:val="00A1265E"/>
    <w:rsid w:val="00A126E2"/>
    <w:rsid w:val="00A12DC8"/>
    <w:rsid w:val="00A14B91"/>
    <w:rsid w:val="00A14E27"/>
    <w:rsid w:val="00A1658B"/>
    <w:rsid w:val="00A20C9D"/>
    <w:rsid w:val="00A20E9B"/>
    <w:rsid w:val="00A21C72"/>
    <w:rsid w:val="00A22035"/>
    <w:rsid w:val="00A22689"/>
    <w:rsid w:val="00A226E9"/>
    <w:rsid w:val="00A22EBA"/>
    <w:rsid w:val="00A23132"/>
    <w:rsid w:val="00A236C0"/>
    <w:rsid w:val="00A23C5C"/>
    <w:rsid w:val="00A243DF"/>
    <w:rsid w:val="00A25207"/>
    <w:rsid w:val="00A26819"/>
    <w:rsid w:val="00A2693F"/>
    <w:rsid w:val="00A270EA"/>
    <w:rsid w:val="00A30C2A"/>
    <w:rsid w:val="00A3164F"/>
    <w:rsid w:val="00A317B0"/>
    <w:rsid w:val="00A31A79"/>
    <w:rsid w:val="00A320F8"/>
    <w:rsid w:val="00A3228C"/>
    <w:rsid w:val="00A33E17"/>
    <w:rsid w:val="00A34F9F"/>
    <w:rsid w:val="00A37052"/>
    <w:rsid w:val="00A37D45"/>
    <w:rsid w:val="00A40477"/>
    <w:rsid w:val="00A41EFD"/>
    <w:rsid w:val="00A420CE"/>
    <w:rsid w:val="00A446CE"/>
    <w:rsid w:val="00A45011"/>
    <w:rsid w:val="00A45CD0"/>
    <w:rsid w:val="00A47235"/>
    <w:rsid w:val="00A473FB"/>
    <w:rsid w:val="00A476EE"/>
    <w:rsid w:val="00A47863"/>
    <w:rsid w:val="00A50274"/>
    <w:rsid w:val="00A511C3"/>
    <w:rsid w:val="00A514BF"/>
    <w:rsid w:val="00A51B3F"/>
    <w:rsid w:val="00A53069"/>
    <w:rsid w:val="00A55398"/>
    <w:rsid w:val="00A5596F"/>
    <w:rsid w:val="00A56CAC"/>
    <w:rsid w:val="00A57902"/>
    <w:rsid w:val="00A614E7"/>
    <w:rsid w:val="00A618BF"/>
    <w:rsid w:val="00A6191F"/>
    <w:rsid w:val="00A61A11"/>
    <w:rsid w:val="00A627C3"/>
    <w:rsid w:val="00A62C5D"/>
    <w:rsid w:val="00A637E0"/>
    <w:rsid w:val="00A63C7E"/>
    <w:rsid w:val="00A64D74"/>
    <w:rsid w:val="00A65E78"/>
    <w:rsid w:val="00A66A0F"/>
    <w:rsid w:val="00A677A7"/>
    <w:rsid w:val="00A67A5F"/>
    <w:rsid w:val="00A67E75"/>
    <w:rsid w:val="00A725B2"/>
    <w:rsid w:val="00A72679"/>
    <w:rsid w:val="00A72AE8"/>
    <w:rsid w:val="00A731F2"/>
    <w:rsid w:val="00A73211"/>
    <w:rsid w:val="00A74648"/>
    <w:rsid w:val="00A74895"/>
    <w:rsid w:val="00A76C70"/>
    <w:rsid w:val="00A76DBC"/>
    <w:rsid w:val="00A7737C"/>
    <w:rsid w:val="00A77BAC"/>
    <w:rsid w:val="00A80330"/>
    <w:rsid w:val="00A82051"/>
    <w:rsid w:val="00A8384D"/>
    <w:rsid w:val="00A8452C"/>
    <w:rsid w:val="00A845CF"/>
    <w:rsid w:val="00A85EDF"/>
    <w:rsid w:val="00A93976"/>
    <w:rsid w:val="00A9479C"/>
    <w:rsid w:val="00A94D11"/>
    <w:rsid w:val="00A9535C"/>
    <w:rsid w:val="00A95FC8"/>
    <w:rsid w:val="00AA029E"/>
    <w:rsid w:val="00AA0574"/>
    <w:rsid w:val="00AA0630"/>
    <w:rsid w:val="00AA0E3D"/>
    <w:rsid w:val="00AA1E35"/>
    <w:rsid w:val="00AA203E"/>
    <w:rsid w:val="00AA222E"/>
    <w:rsid w:val="00AA2522"/>
    <w:rsid w:val="00AA3516"/>
    <w:rsid w:val="00AA42B3"/>
    <w:rsid w:val="00AA47F7"/>
    <w:rsid w:val="00AA50D6"/>
    <w:rsid w:val="00AA52F5"/>
    <w:rsid w:val="00AA5794"/>
    <w:rsid w:val="00AA5CC6"/>
    <w:rsid w:val="00AA6005"/>
    <w:rsid w:val="00AA6866"/>
    <w:rsid w:val="00AA6FA5"/>
    <w:rsid w:val="00AA7B8F"/>
    <w:rsid w:val="00AB001B"/>
    <w:rsid w:val="00AB2DBA"/>
    <w:rsid w:val="00AB33F2"/>
    <w:rsid w:val="00AB34BE"/>
    <w:rsid w:val="00AB3BCA"/>
    <w:rsid w:val="00AB42AC"/>
    <w:rsid w:val="00AB4C28"/>
    <w:rsid w:val="00AB54EA"/>
    <w:rsid w:val="00AB5F7D"/>
    <w:rsid w:val="00AB6119"/>
    <w:rsid w:val="00AB6727"/>
    <w:rsid w:val="00AB70DE"/>
    <w:rsid w:val="00AB7EDC"/>
    <w:rsid w:val="00AC012F"/>
    <w:rsid w:val="00AC0C8F"/>
    <w:rsid w:val="00AC2306"/>
    <w:rsid w:val="00AC38A8"/>
    <w:rsid w:val="00AC3C1A"/>
    <w:rsid w:val="00AC4533"/>
    <w:rsid w:val="00AD067E"/>
    <w:rsid w:val="00AD0909"/>
    <w:rsid w:val="00AD0DE3"/>
    <w:rsid w:val="00AD0FAE"/>
    <w:rsid w:val="00AD1210"/>
    <w:rsid w:val="00AD1F10"/>
    <w:rsid w:val="00AD2ED8"/>
    <w:rsid w:val="00AD35FA"/>
    <w:rsid w:val="00AD681B"/>
    <w:rsid w:val="00AD746E"/>
    <w:rsid w:val="00AD7E2F"/>
    <w:rsid w:val="00AE06D6"/>
    <w:rsid w:val="00AE15EE"/>
    <w:rsid w:val="00AE1C6F"/>
    <w:rsid w:val="00AE2555"/>
    <w:rsid w:val="00AE2E17"/>
    <w:rsid w:val="00AE3D45"/>
    <w:rsid w:val="00AE4004"/>
    <w:rsid w:val="00AE5778"/>
    <w:rsid w:val="00AE68B4"/>
    <w:rsid w:val="00AE6915"/>
    <w:rsid w:val="00AE6E72"/>
    <w:rsid w:val="00AF07BB"/>
    <w:rsid w:val="00AF0B3A"/>
    <w:rsid w:val="00AF12BC"/>
    <w:rsid w:val="00AF3766"/>
    <w:rsid w:val="00AF3AFC"/>
    <w:rsid w:val="00AF4C08"/>
    <w:rsid w:val="00AF5B08"/>
    <w:rsid w:val="00AF6ADA"/>
    <w:rsid w:val="00AF6BBB"/>
    <w:rsid w:val="00B00AD3"/>
    <w:rsid w:val="00B00C02"/>
    <w:rsid w:val="00B02545"/>
    <w:rsid w:val="00B027F7"/>
    <w:rsid w:val="00B03306"/>
    <w:rsid w:val="00B037C5"/>
    <w:rsid w:val="00B0416C"/>
    <w:rsid w:val="00B05E9C"/>
    <w:rsid w:val="00B06558"/>
    <w:rsid w:val="00B06D15"/>
    <w:rsid w:val="00B1423F"/>
    <w:rsid w:val="00B14EAD"/>
    <w:rsid w:val="00B1528D"/>
    <w:rsid w:val="00B156D4"/>
    <w:rsid w:val="00B17167"/>
    <w:rsid w:val="00B20285"/>
    <w:rsid w:val="00B20364"/>
    <w:rsid w:val="00B20699"/>
    <w:rsid w:val="00B20714"/>
    <w:rsid w:val="00B2093A"/>
    <w:rsid w:val="00B21082"/>
    <w:rsid w:val="00B2149B"/>
    <w:rsid w:val="00B21F5B"/>
    <w:rsid w:val="00B222A7"/>
    <w:rsid w:val="00B2235B"/>
    <w:rsid w:val="00B228B0"/>
    <w:rsid w:val="00B232CF"/>
    <w:rsid w:val="00B2370B"/>
    <w:rsid w:val="00B238FE"/>
    <w:rsid w:val="00B24332"/>
    <w:rsid w:val="00B25123"/>
    <w:rsid w:val="00B260CD"/>
    <w:rsid w:val="00B27013"/>
    <w:rsid w:val="00B276AF"/>
    <w:rsid w:val="00B30214"/>
    <w:rsid w:val="00B307A8"/>
    <w:rsid w:val="00B308E4"/>
    <w:rsid w:val="00B30ECE"/>
    <w:rsid w:val="00B31F64"/>
    <w:rsid w:val="00B32E11"/>
    <w:rsid w:val="00B33068"/>
    <w:rsid w:val="00B33E26"/>
    <w:rsid w:val="00B340BE"/>
    <w:rsid w:val="00B34E3F"/>
    <w:rsid w:val="00B350C6"/>
    <w:rsid w:val="00B35420"/>
    <w:rsid w:val="00B354C7"/>
    <w:rsid w:val="00B355F8"/>
    <w:rsid w:val="00B35613"/>
    <w:rsid w:val="00B3589F"/>
    <w:rsid w:val="00B3652A"/>
    <w:rsid w:val="00B374E0"/>
    <w:rsid w:val="00B4108C"/>
    <w:rsid w:val="00B43096"/>
    <w:rsid w:val="00B4345D"/>
    <w:rsid w:val="00B43663"/>
    <w:rsid w:val="00B43BB9"/>
    <w:rsid w:val="00B44054"/>
    <w:rsid w:val="00B44609"/>
    <w:rsid w:val="00B45B33"/>
    <w:rsid w:val="00B45F8F"/>
    <w:rsid w:val="00B47298"/>
    <w:rsid w:val="00B50210"/>
    <w:rsid w:val="00B502C9"/>
    <w:rsid w:val="00B50D14"/>
    <w:rsid w:val="00B522CF"/>
    <w:rsid w:val="00B52A97"/>
    <w:rsid w:val="00B52B8D"/>
    <w:rsid w:val="00B54483"/>
    <w:rsid w:val="00B54DC4"/>
    <w:rsid w:val="00B55709"/>
    <w:rsid w:val="00B60070"/>
    <w:rsid w:val="00B6099D"/>
    <w:rsid w:val="00B62644"/>
    <w:rsid w:val="00B629B2"/>
    <w:rsid w:val="00B634BF"/>
    <w:rsid w:val="00B634E6"/>
    <w:rsid w:val="00B63E38"/>
    <w:rsid w:val="00B64007"/>
    <w:rsid w:val="00B64FBA"/>
    <w:rsid w:val="00B65AFB"/>
    <w:rsid w:val="00B65B5C"/>
    <w:rsid w:val="00B662E2"/>
    <w:rsid w:val="00B66673"/>
    <w:rsid w:val="00B671C0"/>
    <w:rsid w:val="00B719B8"/>
    <w:rsid w:val="00B72890"/>
    <w:rsid w:val="00B730FE"/>
    <w:rsid w:val="00B74AC8"/>
    <w:rsid w:val="00B75261"/>
    <w:rsid w:val="00B754C7"/>
    <w:rsid w:val="00B75D41"/>
    <w:rsid w:val="00B765F6"/>
    <w:rsid w:val="00B76A78"/>
    <w:rsid w:val="00B76B05"/>
    <w:rsid w:val="00B7779D"/>
    <w:rsid w:val="00B801B3"/>
    <w:rsid w:val="00B81EAB"/>
    <w:rsid w:val="00B821CD"/>
    <w:rsid w:val="00B82C8B"/>
    <w:rsid w:val="00B834C1"/>
    <w:rsid w:val="00B83C5A"/>
    <w:rsid w:val="00B83EFC"/>
    <w:rsid w:val="00B86618"/>
    <w:rsid w:val="00B86AF0"/>
    <w:rsid w:val="00B8765E"/>
    <w:rsid w:val="00B87AD1"/>
    <w:rsid w:val="00B87EC5"/>
    <w:rsid w:val="00B902C6"/>
    <w:rsid w:val="00B905A7"/>
    <w:rsid w:val="00B90DF2"/>
    <w:rsid w:val="00B917AF"/>
    <w:rsid w:val="00B92076"/>
    <w:rsid w:val="00B92118"/>
    <w:rsid w:val="00B93030"/>
    <w:rsid w:val="00B935CE"/>
    <w:rsid w:val="00B93CCB"/>
    <w:rsid w:val="00B94363"/>
    <w:rsid w:val="00B9490F"/>
    <w:rsid w:val="00B9532B"/>
    <w:rsid w:val="00B965E1"/>
    <w:rsid w:val="00BA025E"/>
    <w:rsid w:val="00BA4521"/>
    <w:rsid w:val="00BA55AB"/>
    <w:rsid w:val="00BA56BF"/>
    <w:rsid w:val="00BA5A04"/>
    <w:rsid w:val="00BA5C26"/>
    <w:rsid w:val="00BA5FE8"/>
    <w:rsid w:val="00BA6E5C"/>
    <w:rsid w:val="00BA7348"/>
    <w:rsid w:val="00BB058F"/>
    <w:rsid w:val="00BB28AB"/>
    <w:rsid w:val="00BB3565"/>
    <w:rsid w:val="00BB3852"/>
    <w:rsid w:val="00BB43EF"/>
    <w:rsid w:val="00BB4E3A"/>
    <w:rsid w:val="00BB4EEE"/>
    <w:rsid w:val="00BB598F"/>
    <w:rsid w:val="00BB761C"/>
    <w:rsid w:val="00BC08F8"/>
    <w:rsid w:val="00BC19F2"/>
    <w:rsid w:val="00BC203E"/>
    <w:rsid w:val="00BC2584"/>
    <w:rsid w:val="00BC32E5"/>
    <w:rsid w:val="00BC507D"/>
    <w:rsid w:val="00BC5273"/>
    <w:rsid w:val="00BC5EC6"/>
    <w:rsid w:val="00BC6299"/>
    <w:rsid w:val="00BC6FA6"/>
    <w:rsid w:val="00BC7EA4"/>
    <w:rsid w:val="00BD28B9"/>
    <w:rsid w:val="00BD3EEC"/>
    <w:rsid w:val="00BD6228"/>
    <w:rsid w:val="00BD671E"/>
    <w:rsid w:val="00BD7375"/>
    <w:rsid w:val="00BD76EF"/>
    <w:rsid w:val="00BD7C81"/>
    <w:rsid w:val="00BE083B"/>
    <w:rsid w:val="00BE17EA"/>
    <w:rsid w:val="00BE1B11"/>
    <w:rsid w:val="00BE2CD7"/>
    <w:rsid w:val="00BE3446"/>
    <w:rsid w:val="00BE3571"/>
    <w:rsid w:val="00BE4660"/>
    <w:rsid w:val="00BE4CE1"/>
    <w:rsid w:val="00BE5277"/>
    <w:rsid w:val="00BE7A96"/>
    <w:rsid w:val="00BF071B"/>
    <w:rsid w:val="00BF28D3"/>
    <w:rsid w:val="00BF2C2C"/>
    <w:rsid w:val="00BF3380"/>
    <w:rsid w:val="00BF41BE"/>
    <w:rsid w:val="00BF5660"/>
    <w:rsid w:val="00BF5F8A"/>
    <w:rsid w:val="00BF677F"/>
    <w:rsid w:val="00BF728E"/>
    <w:rsid w:val="00C0067D"/>
    <w:rsid w:val="00C00CA6"/>
    <w:rsid w:val="00C015A4"/>
    <w:rsid w:val="00C017A8"/>
    <w:rsid w:val="00C02DF0"/>
    <w:rsid w:val="00C032A1"/>
    <w:rsid w:val="00C05040"/>
    <w:rsid w:val="00C064E8"/>
    <w:rsid w:val="00C10308"/>
    <w:rsid w:val="00C10E1D"/>
    <w:rsid w:val="00C1242C"/>
    <w:rsid w:val="00C1271E"/>
    <w:rsid w:val="00C135AB"/>
    <w:rsid w:val="00C13792"/>
    <w:rsid w:val="00C13D16"/>
    <w:rsid w:val="00C143BB"/>
    <w:rsid w:val="00C14487"/>
    <w:rsid w:val="00C1462D"/>
    <w:rsid w:val="00C14DB1"/>
    <w:rsid w:val="00C15A43"/>
    <w:rsid w:val="00C17582"/>
    <w:rsid w:val="00C17D2D"/>
    <w:rsid w:val="00C20B9F"/>
    <w:rsid w:val="00C2108B"/>
    <w:rsid w:val="00C21472"/>
    <w:rsid w:val="00C221A3"/>
    <w:rsid w:val="00C225CD"/>
    <w:rsid w:val="00C22F3C"/>
    <w:rsid w:val="00C23087"/>
    <w:rsid w:val="00C23243"/>
    <w:rsid w:val="00C23485"/>
    <w:rsid w:val="00C23FFB"/>
    <w:rsid w:val="00C247C7"/>
    <w:rsid w:val="00C257DE"/>
    <w:rsid w:val="00C275A5"/>
    <w:rsid w:val="00C27A90"/>
    <w:rsid w:val="00C27F23"/>
    <w:rsid w:val="00C30417"/>
    <w:rsid w:val="00C307BC"/>
    <w:rsid w:val="00C31350"/>
    <w:rsid w:val="00C32F82"/>
    <w:rsid w:val="00C339EA"/>
    <w:rsid w:val="00C343D0"/>
    <w:rsid w:val="00C346FC"/>
    <w:rsid w:val="00C40430"/>
    <w:rsid w:val="00C4096A"/>
    <w:rsid w:val="00C410D6"/>
    <w:rsid w:val="00C41439"/>
    <w:rsid w:val="00C41B8E"/>
    <w:rsid w:val="00C4486A"/>
    <w:rsid w:val="00C458A5"/>
    <w:rsid w:val="00C4653F"/>
    <w:rsid w:val="00C46CF2"/>
    <w:rsid w:val="00C46EF3"/>
    <w:rsid w:val="00C47DD0"/>
    <w:rsid w:val="00C50303"/>
    <w:rsid w:val="00C50489"/>
    <w:rsid w:val="00C504DD"/>
    <w:rsid w:val="00C5228F"/>
    <w:rsid w:val="00C52BC5"/>
    <w:rsid w:val="00C5358E"/>
    <w:rsid w:val="00C53D77"/>
    <w:rsid w:val="00C54756"/>
    <w:rsid w:val="00C55292"/>
    <w:rsid w:val="00C556B9"/>
    <w:rsid w:val="00C57449"/>
    <w:rsid w:val="00C603F1"/>
    <w:rsid w:val="00C60947"/>
    <w:rsid w:val="00C612BE"/>
    <w:rsid w:val="00C62003"/>
    <w:rsid w:val="00C6203E"/>
    <w:rsid w:val="00C633DC"/>
    <w:rsid w:val="00C63422"/>
    <w:rsid w:val="00C6421C"/>
    <w:rsid w:val="00C6467B"/>
    <w:rsid w:val="00C6579D"/>
    <w:rsid w:val="00C668A4"/>
    <w:rsid w:val="00C67A68"/>
    <w:rsid w:val="00C67B80"/>
    <w:rsid w:val="00C70CFE"/>
    <w:rsid w:val="00C71ECF"/>
    <w:rsid w:val="00C72176"/>
    <w:rsid w:val="00C7270C"/>
    <w:rsid w:val="00C72E2D"/>
    <w:rsid w:val="00C73FC8"/>
    <w:rsid w:val="00C740E6"/>
    <w:rsid w:val="00C7513C"/>
    <w:rsid w:val="00C75149"/>
    <w:rsid w:val="00C75BA7"/>
    <w:rsid w:val="00C76E1D"/>
    <w:rsid w:val="00C811F9"/>
    <w:rsid w:val="00C81EBE"/>
    <w:rsid w:val="00C8293B"/>
    <w:rsid w:val="00C84090"/>
    <w:rsid w:val="00C8466A"/>
    <w:rsid w:val="00C861A6"/>
    <w:rsid w:val="00C86308"/>
    <w:rsid w:val="00C86389"/>
    <w:rsid w:val="00C863CA"/>
    <w:rsid w:val="00C876F8"/>
    <w:rsid w:val="00C901B4"/>
    <w:rsid w:val="00C90B55"/>
    <w:rsid w:val="00C91F92"/>
    <w:rsid w:val="00C920B2"/>
    <w:rsid w:val="00C92A01"/>
    <w:rsid w:val="00C92BFD"/>
    <w:rsid w:val="00C92DE4"/>
    <w:rsid w:val="00C93984"/>
    <w:rsid w:val="00C9498F"/>
    <w:rsid w:val="00C94DE1"/>
    <w:rsid w:val="00C94E9F"/>
    <w:rsid w:val="00C956B5"/>
    <w:rsid w:val="00C962A6"/>
    <w:rsid w:val="00C967C8"/>
    <w:rsid w:val="00C9759E"/>
    <w:rsid w:val="00CA1588"/>
    <w:rsid w:val="00CA1701"/>
    <w:rsid w:val="00CA3875"/>
    <w:rsid w:val="00CA39E7"/>
    <w:rsid w:val="00CA3C08"/>
    <w:rsid w:val="00CA3EEF"/>
    <w:rsid w:val="00CA4083"/>
    <w:rsid w:val="00CA562A"/>
    <w:rsid w:val="00CA6957"/>
    <w:rsid w:val="00CA70B6"/>
    <w:rsid w:val="00CB020E"/>
    <w:rsid w:val="00CB1B7A"/>
    <w:rsid w:val="00CB246A"/>
    <w:rsid w:val="00CB2586"/>
    <w:rsid w:val="00CB2A3F"/>
    <w:rsid w:val="00CB3CF0"/>
    <w:rsid w:val="00CB480F"/>
    <w:rsid w:val="00CB493B"/>
    <w:rsid w:val="00CB523B"/>
    <w:rsid w:val="00CB53DE"/>
    <w:rsid w:val="00CB594F"/>
    <w:rsid w:val="00CB599E"/>
    <w:rsid w:val="00CB59AA"/>
    <w:rsid w:val="00CB5D60"/>
    <w:rsid w:val="00CB6F6C"/>
    <w:rsid w:val="00CB7051"/>
    <w:rsid w:val="00CB7AA6"/>
    <w:rsid w:val="00CB7E20"/>
    <w:rsid w:val="00CC07E9"/>
    <w:rsid w:val="00CC0D5A"/>
    <w:rsid w:val="00CC1B18"/>
    <w:rsid w:val="00CC209D"/>
    <w:rsid w:val="00CC277A"/>
    <w:rsid w:val="00CC2DC2"/>
    <w:rsid w:val="00CC2E5B"/>
    <w:rsid w:val="00CC30E3"/>
    <w:rsid w:val="00CC350B"/>
    <w:rsid w:val="00CC6037"/>
    <w:rsid w:val="00CC6A2E"/>
    <w:rsid w:val="00CC789F"/>
    <w:rsid w:val="00CD0442"/>
    <w:rsid w:val="00CD053E"/>
    <w:rsid w:val="00CD0755"/>
    <w:rsid w:val="00CD0B77"/>
    <w:rsid w:val="00CD1395"/>
    <w:rsid w:val="00CD2740"/>
    <w:rsid w:val="00CD64CE"/>
    <w:rsid w:val="00CE0859"/>
    <w:rsid w:val="00CE326A"/>
    <w:rsid w:val="00CE4A6A"/>
    <w:rsid w:val="00CE5698"/>
    <w:rsid w:val="00CE6995"/>
    <w:rsid w:val="00CE6C9B"/>
    <w:rsid w:val="00CF082A"/>
    <w:rsid w:val="00CF0AE6"/>
    <w:rsid w:val="00CF0D5D"/>
    <w:rsid w:val="00CF1C90"/>
    <w:rsid w:val="00CF293F"/>
    <w:rsid w:val="00CF44AE"/>
    <w:rsid w:val="00CF4763"/>
    <w:rsid w:val="00CF4856"/>
    <w:rsid w:val="00CF7139"/>
    <w:rsid w:val="00CF7559"/>
    <w:rsid w:val="00D00026"/>
    <w:rsid w:val="00D016BA"/>
    <w:rsid w:val="00D0295F"/>
    <w:rsid w:val="00D02B5F"/>
    <w:rsid w:val="00D02BA4"/>
    <w:rsid w:val="00D04537"/>
    <w:rsid w:val="00D060B7"/>
    <w:rsid w:val="00D068B3"/>
    <w:rsid w:val="00D06DA0"/>
    <w:rsid w:val="00D076A0"/>
    <w:rsid w:val="00D07F3F"/>
    <w:rsid w:val="00D106C7"/>
    <w:rsid w:val="00D10992"/>
    <w:rsid w:val="00D110E1"/>
    <w:rsid w:val="00D11503"/>
    <w:rsid w:val="00D1216B"/>
    <w:rsid w:val="00D1267D"/>
    <w:rsid w:val="00D12F48"/>
    <w:rsid w:val="00D154E5"/>
    <w:rsid w:val="00D15B96"/>
    <w:rsid w:val="00D20916"/>
    <w:rsid w:val="00D221FA"/>
    <w:rsid w:val="00D23976"/>
    <w:rsid w:val="00D23CCB"/>
    <w:rsid w:val="00D246B4"/>
    <w:rsid w:val="00D24C01"/>
    <w:rsid w:val="00D26B23"/>
    <w:rsid w:val="00D27E15"/>
    <w:rsid w:val="00D31D07"/>
    <w:rsid w:val="00D31D8F"/>
    <w:rsid w:val="00D33300"/>
    <w:rsid w:val="00D33C7D"/>
    <w:rsid w:val="00D343CC"/>
    <w:rsid w:val="00D34EAF"/>
    <w:rsid w:val="00D408A8"/>
    <w:rsid w:val="00D43233"/>
    <w:rsid w:val="00D43759"/>
    <w:rsid w:val="00D442F6"/>
    <w:rsid w:val="00D449C9"/>
    <w:rsid w:val="00D4599E"/>
    <w:rsid w:val="00D459D3"/>
    <w:rsid w:val="00D4606B"/>
    <w:rsid w:val="00D47D2E"/>
    <w:rsid w:val="00D506B3"/>
    <w:rsid w:val="00D514E0"/>
    <w:rsid w:val="00D51D61"/>
    <w:rsid w:val="00D52D8B"/>
    <w:rsid w:val="00D53620"/>
    <w:rsid w:val="00D550F5"/>
    <w:rsid w:val="00D552D6"/>
    <w:rsid w:val="00D55DCE"/>
    <w:rsid w:val="00D56A7D"/>
    <w:rsid w:val="00D56B96"/>
    <w:rsid w:val="00D57D9D"/>
    <w:rsid w:val="00D6017B"/>
    <w:rsid w:val="00D60CC9"/>
    <w:rsid w:val="00D61258"/>
    <w:rsid w:val="00D614BE"/>
    <w:rsid w:val="00D61D0A"/>
    <w:rsid w:val="00D62141"/>
    <w:rsid w:val="00D6349B"/>
    <w:rsid w:val="00D638E6"/>
    <w:rsid w:val="00D63B43"/>
    <w:rsid w:val="00D63E02"/>
    <w:rsid w:val="00D64596"/>
    <w:rsid w:val="00D652C8"/>
    <w:rsid w:val="00D66D1D"/>
    <w:rsid w:val="00D672D0"/>
    <w:rsid w:val="00D673CA"/>
    <w:rsid w:val="00D67B60"/>
    <w:rsid w:val="00D67D3F"/>
    <w:rsid w:val="00D70640"/>
    <w:rsid w:val="00D731D9"/>
    <w:rsid w:val="00D73289"/>
    <w:rsid w:val="00D73D5F"/>
    <w:rsid w:val="00D73DA2"/>
    <w:rsid w:val="00D74382"/>
    <w:rsid w:val="00D75209"/>
    <w:rsid w:val="00D7558A"/>
    <w:rsid w:val="00D75C79"/>
    <w:rsid w:val="00D7600A"/>
    <w:rsid w:val="00D76480"/>
    <w:rsid w:val="00D76AA3"/>
    <w:rsid w:val="00D81CD8"/>
    <w:rsid w:val="00D82186"/>
    <w:rsid w:val="00D8239A"/>
    <w:rsid w:val="00D84262"/>
    <w:rsid w:val="00D85137"/>
    <w:rsid w:val="00D85A33"/>
    <w:rsid w:val="00D90FBF"/>
    <w:rsid w:val="00D910B7"/>
    <w:rsid w:val="00D9173C"/>
    <w:rsid w:val="00D9267C"/>
    <w:rsid w:val="00D92A7C"/>
    <w:rsid w:val="00D92A93"/>
    <w:rsid w:val="00D95310"/>
    <w:rsid w:val="00D955EA"/>
    <w:rsid w:val="00D95F61"/>
    <w:rsid w:val="00D96701"/>
    <w:rsid w:val="00D96C2C"/>
    <w:rsid w:val="00D96D7A"/>
    <w:rsid w:val="00D972D1"/>
    <w:rsid w:val="00DA040B"/>
    <w:rsid w:val="00DA2074"/>
    <w:rsid w:val="00DA3853"/>
    <w:rsid w:val="00DA43FA"/>
    <w:rsid w:val="00DA46C8"/>
    <w:rsid w:val="00DA49FF"/>
    <w:rsid w:val="00DA72FE"/>
    <w:rsid w:val="00DA7B20"/>
    <w:rsid w:val="00DB04FE"/>
    <w:rsid w:val="00DB0D02"/>
    <w:rsid w:val="00DB11FA"/>
    <w:rsid w:val="00DB1BA9"/>
    <w:rsid w:val="00DB1D82"/>
    <w:rsid w:val="00DB2F8C"/>
    <w:rsid w:val="00DB4A83"/>
    <w:rsid w:val="00DB5ED7"/>
    <w:rsid w:val="00DB6127"/>
    <w:rsid w:val="00DB63E0"/>
    <w:rsid w:val="00DB6953"/>
    <w:rsid w:val="00DB6A78"/>
    <w:rsid w:val="00DB6E1C"/>
    <w:rsid w:val="00DB757D"/>
    <w:rsid w:val="00DB77C3"/>
    <w:rsid w:val="00DB78C4"/>
    <w:rsid w:val="00DC0B82"/>
    <w:rsid w:val="00DC10B1"/>
    <w:rsid w:val="00DC1143"/>
    <w:rsid w:val="00DC2767"/>
    <w:rsid w:val="00DC39F6"/>
    <w:rsid w:val="00DC3A96"/>
    <w:rsid w:val="00DC406E"/>
    <w:rsid w:val="00DC52B6"/>
    <w:rsid w:val="00DC614E"/>
    <w:rsid w:val="00DC6E4C"/>
    <w:rsid w:val="00DC71AC"/>
    <w:rsid w:val="00DD121F"/>
    <w:rsid w:val="00DD1BF8"/>
    <w:rsid w:val="00DD2656"/>
    <w:rsid w:val="00DD309E"/>
    <w:rsid w:val="00DD3D7A"/>
    <w:rsid w:val="00DD6413"/>
    <w:rsid w:val="00DD7C94"/>
    <w:rsid w:val="00DE18DA"/>
    <w:rsid w:val="00DE1CB6"/>
    <w:rsid w:val="00DE257D"/>
    <w:rsid w:val="00DE47CB"/>
    <w:rsid w:val="00DE5BBB"/>
    <w:rsid w:val="00DE65B0"/>
    <w:rsid w:val="00DE784C"/>
    <w:rsid w:val="00DF0D4F"/>
    <w:rsid w:val="00DF1F4D"/>
    <w:rsid w:val="00DF2842"/>
    <w:rsid w:val="00DF2AA3"/>
    <w:rsid w:val="00DF34A1"/>
    <w:rsid w:val="00DF4123"/>
    <w:rsid w:val="00DF443F"/>
    <w:rsid w:val="00DF4A1C"/>
    <w:rsid w:val="00DF513B"/>
    <w:rsid w:val="00DF5C17"/>
    <w:rsid w:val="00DF5CEB"/>
    <w:rsid w:val="00DF62C7"/>
    <w:rsid w:val="00DF65DD"/>
    <w:rsid w:val="00DF663D"/>
    <w:rsid w:val="00E0041F"/>
    <w:rsid w:val="00E0054B"/>
    <w:rsid w:val="00E0072E"/>
    <w:rsid w:val="00E00E20"/>
    <w:rsid w:val="00E01CF3"/>
    <w:rsid w:val="00E01FAA"/>
    <w:rsid w:val="00E02EBE"/>
    <w:rsid w:val="00E03033"/>
    <w:rsid w:val="00E030E8"/>
    <w:rsid w:val="00E04272"/>
    <w:rsid w:val="00E051CF"/>
    <w:rsid w:val="00E06F78"/>
    <w:rsid w:val="00E07969"/>
    <w:rsid w:val="00E100A6"/>
    <w:rsid w:val="00E10763"/>
    <w:rsid w:val="00E10872"/>
    <w:rsid w:val="00E10A6B"/>
    <w:rsid w:val="00E10E4C"/>
    <w:rsid w:val="00E10FAE"/>
    <w:rsid w:val="00E112D6"/>
    <w:rsid w:val="00E117DE"/>
    <w:rsid w:val="00E1293A"/>
    <w:rsid w:val="00E13A59"/>
    <w:rsid w:val="00E13B82"/>
    <w:rsid w:val="00E14172"/>
    <w:rsid w:val="00E14539"/>
    <w:rsid w:val="00E14596"/>
    <w:rsid w:val="00E149C3"/>
    <w:rsid w:val="00E14B1B"/>
    <w:rsid w:val="00E154D9"/>
    <w:rsid w:val="00E1583E"/>
    <w:rsid w:val="00E16DAE"/>
    <w:rsid w:val="00E16FF5"/>
    <w:rsid w:val="00E17E58"/>
    <w:rsid w:val="00E21607"/>
    <w:rsid w:val="00E2191D"/>
    <w:rsid w:val="00E21A92"/>
    <w:rsid w:val="00E22738"/>
    <w:rsid w:val="00E23761"/>
    <w:rsid w:val="00E27392"/>
    <w:rsid w:val="00E2748B"/>
    <w:rsid w:val="00E27CE9"/>
    <w:rsid w:val="00E30323"/>
    <w:rsid w:val="00E30F6C"/>
    <w:rsid w:val="00E30F74"/>
    <w:rsid w:val="00E31BAA"/>
    <w:rsid w:val="00E31E72"/>
    <w:rsid w:val="00E32141"/>
    <w:rsid w:val="00E32567"/>
    <w:rsid w:val="00E33CE5"/>
    <w:rsid w:val="00E360C7"/>
    <w:rsid w:val="00E365B8"/>
    <w:rsid w:val="00E371D3"/>
    <w:rsid w:val="00E3722C"/>
    <w:rsid w:val="00E379A7"/>
    <w:rsid w:val="00E40481"/>
    <w:rsid w:val="00E40B2E"/>
    <w:rsid w:val="00E41027"/>
    <w:rsid w:val="00E416E2"/>
    <w:rsid w:val="00E41EAE"/>
    <w:rsid w:val="00E4245A"/>
    <w:rsid w:val="00E4283D"/>
    <w:rsid w:val="00E42B67"/>
    <w:rsid w:val="00E43BD2"/>
    <w:rsid w:val="00E4400D"/>
    <w:rsid w:val="00E44033"/>
    <w:rsid w:val="00E44B6B"/>
    <w:rsid w:val="00E44C8E"/>
    <w:rsid w:val="00E44EF1"/>
    <w:rsid w:val="00E450DA"/>
    <w:rsid w:val="00E45580"/>
    <w:rsid w:val="00E45C24"/>
    <w:rsid w:val="00E45CA8"/>
    <w:rsid w:val="00E45FAA"/>
    <w:rsid w:val="00E46D0E"/>
    <w:rsid w:val="00E4799A"/>
    <w:rsid w:val="00E47CAB"/>
    <w:rsid w:val="00E51512"/>
    <w:rsid w:val="00E51561"/>
    <w:rsid w:val="00E51715"/>
    <w:rsid w:val="00E520E4"/>
    <w:rsid w:val="00E52C8A"/>
    <w:rsid w:val="00E54201"/>
    <w:rsid w:val="00E5520B"/>
    <w:rsid w:val="00E558D5"/>
    <w:rsid w:val="00E5594F"/>
    <w:rsid w:val="00E560C0"/>
    <w:rsid w:val="00E57FDF"/>
    <w:rsid w:val="00E60796"/>
    <w:rsid w:val="00E626B4"/>
    <w:rsid w:val="00E640B4"/>
    <w:rsid w:val="00E643AC"/>
    <w:rsid w:val="00E6548E"/>
    <w:rsid w:val="00E65FAB"/>
    <w:rsid w:val="00E67872"/>
    <w:rsid w:val="00E7185E"/>
    <w:rsid w:val="00E719DF"/>
    <w:rsid w:val="00E72682"/>
    <w:rsid w:val="00E72732"/>
    <w:rsid w:val="00E737A8"/>
    <w:rsid w:val="00E73D87"/>
    <w:rsid w:val="00E74960"/>
    <w:rsid w:val="00E755BE"/>
    <w:rsid w:val="00E760F9"/>
    <w:rsid w:val="00E80106"/>
    <w:rsid w:val="00E8012A"/>
    <w:rsid w:val="00E82346"/>
    <w:rsid w:val="00E82C2D"/>
    <w:rsid w:val="00E8386C"/>
    <w:rsid w:val="00E83E16"/>
    <w:rsid w:val="00E83EAC"/>
    <w:rsid w:val="00E8446C"/>
    <w:rsid w:val="00E84A52"/>
    <w:rsid w:val="00E85011"/>
    <w:rsid w:val="00E853E4"/>
    <w:rsid w:val="00E85C80"/>
    <w:rsid w:val="00E85CCF"/>
    <w:rsid w:val="00E85EC4"/>
    <w:rsid w:val="00E86B89"/>
    <w:rsid w:val="00E86C9B"/>
    <w:rsid w:val="00E87D6A"/>
    <w:rsid w:val="00E901AF"/>
    <w:rsid w:val="00E907C1"/>
    <w:rsid w:val="00E91656"/>
    <w:rsid w:val="00E919B3"/>
    <w:rsid w:val="00E91B5C"/>
    <w:rsid w:val="00E91C76"/>
    <w:rsid w:val="00E92A67"/>
    <w:rsid w:val="00E93D38"/>
    <w:rsid w:val="00E9478E"/>
    <w:rsid w:val="00E95689"/>
    <w:rsid w:val="00E962FD"/>
    <w:rsid w:val="00E96ADD"/>
    <w:rsid w:val="00E96AE2"/>
    <w:rsid w:val="00E96CDF"/>
    <w:rsid w:val="00E978B8"/>
    <w:rsid w:val="00E97C8B"/>
    <w:rsid w:val="00EA1EF1"/>
    <w:rsid w:val="00EA3809"/>
    <w:rsid w:val="00EA3FD0"/>
    <w:rsid w:val="00EA639E"/>
    <w:rsid w:val="00EB0817"/>
    <w:rsid w:val="00EB0C41"/>
    <w:rsid w:val="00EB2248"/>
    <w:rsid w:val="00EB24CB"/>
    <w:rsid w:val="00EB29B7"/>
    <w:rsid w:val="00EB37B6"/>
    <w:rsid w:val="00EB4453"/>
    <w:rsid w:val="00EB44FA"/>
    <w:rsid w:val="00EB4DB3"/>
    <w:rsid w:val="00EB6CB2"/>
    <w:rsid w:val="00EB76F4"/>
    <w:rsid w:val="00EB791B"/>
    <w:rsid w:val="00EC0AF3"/>
    <w:rsid w:val="00EC24CA"/>
    <w:rsid w:val="00EC4A55"/>
    <w:rsid w:val="00EC5EEA"/>
    <w:rsid w:val="00EC5F2F"/>
    <w:rsid w:val="00EC69A6"/>
    <w:rsid w:val="00EC6AE9"/>
    <w:rsid w:val="00EC7422"/>
    <w:rsid w:val="00ED008D"/>
    <w:rsid w:val="00ED014C"/>
    <w:rsid w:val="00ED03F3"/>
    <w:rsid w:val="00ED1453"/>
    <w:rsid w:val="00ED215B"/>
    <w:rsid w:val="00ED36AF"/>
    <w:rsid w:val="00ED45D5"/>
    <w:rsid w:val="00ED45F1"/>
    <w:rsid w:val="00ED4895"/>
    <w:rsid w:val="00ED528E"/>
    <w:rsid w:val="00ED574C"/>
    <w:rsid w:val="00EE00EB"/>
    <w:rsid w:val="00EE010E"/>
    <w:rsid w:val="00EE1C3C"/>
    <w:rsid w:val="00EE1E2F"/>
    <w:rsid w:val="00EE2057"/>
    <w:rsid w:val="00EE2EF9"/>
    <w:rsid w:val="00EE3759"/>
    <w:rsid w:val="00EE3D8D"/>
    <w:rsid w:val="00EE4281"/>
    <w:rsid w:val="00EE47A9"/>
    <w:rsid w:val="00EE4F47"/>
    <w:rsid w:val="00EE666A"/>
    <w:rsid w:val="00EE72CB"/>
    <w:rsid w:val="00EE76F1"/>
    <w:rsid w:val="00EF1363"/>
    <w:rsid w:val="00EF1CC1"/>
    <w:rsid w:val="00EF252F"/>
    <w:rsid w:val="00EF28B5"/>
    <w:rsid w:val="00EF3720"/>
    <w:rsid w:val="00EF418F"/>
    <w:rsid w:val="00EF429D"/>
    <w:rsid w:val="00EF43BA"/>
    <w:rsid w:val="00EF4403"/>
    <w:rsid w:val="00EF60D9"/>
    <w:rsid w:val="00EF7479"/>
    <w:rsid w:val="00F00E13"/>
    <w:rsid w:val="00F015B3"/>
    <w:rsid w:val="00F01679"/>
    <w:rsid w:val="00F01C73"/>
    <w:rsid w:val="00F0288D"/>
    <w:rsid w:val="00F02C7A"/>
    <w:rsid w:val="00F04EF9"/>
    <w:rsid w:val="00F0687F"/>
    <w:rsid w:val="00F1077D"/>
    <w:rsid w:val="00F10A64"/>
    <w:rsid w:val="00F10D27"/>
    <w:rsid w:val="00F126D2"/>
    <w:rsid w:val="00F12F49"/>
    <w:rsid w:val="00F13AC1"/>
    <w:rsid w:val="00F14F95"/>
    <w:rsid w:val="00F15A51"/>
    <w:rsid w:val="00F171BC"/>
    <w:rsid w:val="00F212AF"/>
    <w:rsid w:val="00F219B4"/>
    <w:rsid w:val="00F250D3"/>
    <w:rsid w:val="00F25475"/>
    <w:rsid w:val="00F25A3E"/>
    <w:rsid w:val="00F268A9"/>
    <w:rsid w:val="00F27D94"/>
    <w:rsid w:val="00F31FDE"/>
    <w:rsid w:val="00F3236C"/>
    <w:rsid w:val="00F32FAE"/>
    <w:rsid w:val="00F336E8"/>
    <w:rsid w:val="00F33AF4"/>
    <w:rsid w:val="00F34159"/>
    <w:rsid w:val="00F34F29"/>
    <w:rsid w:val="00F3500C"/>
    <w:rsid w:val="00F3586E"/>
    <w:rsid w:val="00F364FF"/>
    <w:rsid w:val="00F36D1A"/>
    <w:rsid w:val="00F373F5"/>
    <w:rsid w:val="00F374CD"/>
    <w:rsid w:val="00F376E5"/>
    <w:rsid w:val="00F37D7C"/>
    <w:rsid w:val="00F402EA"/>
    <w:rsid w:val="00F408FA"/>
    <w:rsid w:val="00F4098C"/>
    <w:rsid w:val="00F413E8"/>
    <w:rsid w:val="00F41C5D"/>
    <w:rsid w:val="00F43662"/>
    <w:rsid w:val="00F4366C"/>
    <w:rsid w:val="00F43798"/>
    <w:rsid w:val="00F43B42"/>
    <w:rsid w:val="00F440FF"/>
    <w:rsid w:val="00F44A6D"/>
    <w:rsid w:val="00F45420"/>
    <w:rsid w:val="00F458F2"/>
    <w:rsid w:val="00F459EB"/>
    <w:rsid w:val="00F45A1B"/>
    <w:rsid w:val="00F46B85"/>
    <w:rsid w:val="00F47109"/>
    <w:rsid w:val="00F47331"/>
    <w:rsid w:val="00F475BC"/>
    <w:rsid w:val="00F5011D"/>
    <w:rsid w:val="00F5049C"/>
    <w:rsid w:val="00F50D6A"/>
    <w:rsid w:val="00F5297A"/>
    <w:rsid w:val="00F53540"/>
    <w:rsid w:val="00F5383D"/>
    <w:rsid w:val="00F53EAE"/>
    <w:rsid w:val="00F541B8"/>
    <w:rsid w:val="00F55185"/>
    <w:rsid w:val="00F55AF1"/>
    <w:rsid w:val="00F56427"/>
    <w:rsid w:val="00F57875"/>
    <w:rsid w:val="00F60336"/>
    <w:rsid w:val="00F624B4"/>
    <w:rsid w:val="00F63BC0"/>
    <w:rsid w:val="00F63F86"/>
    <w:rsid w:val="00F6584F"/>
    <w:rsid w:val="00F6622A"/>
    <w:rsid w:val="00F6668A"/>
    <w:rsid w:val="00F66EBF"/>
    <w:rsid w:val="00F66F81"/>
    <w:rsid w:val="00F677FC"/>
    <w:rsid w:val="00F70B58"/>
    <w:rsid w:val="00F70F68"/>
    <w:rsid w:val="00F71067"/>
    <w:rsid w:val="00F713AE"/>
    <w:rsid w:val="00F71FBA"/>
    <w:rsid w:val="00F726B9"/>
    <w:rsid w:val="00F734EB"/>
    <w:rsid w:val="00F73560"/>
    <w:rsid w:val="00F74102"/>
    <w:rsid w:val="00F751C3"/>
    <w:rsid w:val="00F7659F"/>
    <w:rsid w:val="00F777AE"/>
    <w:rsid w:val="00F77C9C"/>
    <w:rsid w:val="00F8267A"/>
    <w:rsid w:val="00F82FFA"/>
    <w:rsid w:val="00F84D65"/>
    <w:rsid w:val="00F85C34"/>
    <w:rsid w:val="00F85D30"/>
    <w:rsid w:val="00F86087"/>
    <w:rsid w:val="00F900E1"/>
    <w:rsid w:val="00F911D9"/>
    <w:rsid w:val="00F92901"/>
    <w:rsid w:val="00F9358A"/>
    <w:rsid w:val="00F939DD"/>
    <w:rsid w:val="00F94C2A"/>
    <w:rsid w:val="00F94F0B"/>
    <w:rsid w:val="00F95117"/>
    <w:rsid w:val="00F95232"/>
    <w:rsid w:val="00F95327"/>
    <w:rsid w:val="00F95BF5"/>
    <w:rsid w:val="00F96AD4"/>
    <w:rsid w:val="00F97717"/>
    <w:rsid w:val="00FA0E8A"/>
    <w:rsid w:val="00FA12E4"/>
    <w:rsid w:val="00FA157B"/>
    <w:rsid w:val="00FA1DB6"/>
    <w:rsid w:val="00FA4CF1"/>
    <w:rsid w:val="00FA5757"/>
    <w:rsid w:val="00FB02DF"/>
    <w:rsid w:val="00FB066E"/>
    <w:rsid w:val="00FB1E22"/>
    <w:rsid w:val="00FB1F2B"/>
    <w:rsid w:val="00FB2A58"/>
    <w:rsid w:val="00FB3167"/>
    <w:rsid w:val="00FB371E"/>
    <w:rsid w:val="00FB52F9"/>
    <w:rsid w:val="00FB5A9D"/>
    <w:rsid w:val="00FB5F6B"/>
    <w:rsid w:val="00FB62EE"/>
    <w:rsid w:val="00FB6EB8"/>
    <w:rsid w:val="00FB7DC9"/>
    <w:rsid w:val="00FC0B42"/>
    <w:rsid w:val="00FC1D09"/>
    <w:rsid w:val="00FC20B7"/>
    <w:rsid w:val="00FC32E3"/>
    <w:rsid w:val="00FC38D6"/>
    <w:rsid w:val="00FC3EE3"/>
    <w:rsid w:val="00FC4054"/>
    <w:rsid w:val="00FC6098"/>
    <w:rsid w:val="00FC69BE"/>
    <w:rsid w:val="00FD112F"/>
    <w:rsid w:val="00FD1345"/>
    <w:rsid w:val="00FD23BC"/>
    <w:rsid w:val="00FD2494"/>
    <w:rsid w:val="00FD29F9"/>
    <w:rsid w:val="00FD301B"/>
    <w:rsid w:val="00FD330B"/>
    <w:rsid w:val="00FD3C09"/>
    <w:rsid w:val="00FD4EEB"/>
    <w:rsid w:val="00FD61FF"/>
    <w:rsid w:val="00FD6216"/>
    <w:rsid w:val="00FD6385"/>
    <w:rsid w:val="00FD6593"/>
    <w:rsid w:val="00FD7640"/>
    <w:rsid w:val="00FD7819"/>
    <w:rsid w:val="00FD7AAE"/>
    <w:rsid w:val="00FE00AD"/>
    <w:rsid w:val="00FE0355"/>
    <w:rsid w:val="00FE184E"/>
    <w:rsid w:val="00FE1CF5"/>
    <w:rsid w:val="00FE3B61"/>
    <w:rsid w:val="00FE3D12"/>
    <w:rsid w:val="00FE441B"/>
    <w:rsid w:val="00FE474A"/>
    <w:rsid w:val="00FE4E06"/>
    <w:rsid w:val="00FE56A0"/>
    <w:rsid w:val="00FE7524"/>
    <w:rsid w:val="00FE7A18"/>
    <w:rsid w:val="00FF1CEB"/>
    <w:rsid w:val="00FF21DC"/>
    <w:rsid w:val="00FF2745"/>
    <w:rsid w:val="00FF2EE9"/>
    <w:rsid w:val="00FF2F9C"/>
    <w:rsid w:val="00FF3744"/>
    <w:rsid w:val="00FF3763"/>
    <w:rsid w:val="00FF376D"/>
    <w:rsid w:val="00FF46F6"/>
    <w:rsid w:val="00FF4D2A"/>
    <w:rsid w:val="00FF59F4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3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43D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5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539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4</Pages>
  <Words>720</Words>
  <Characters>4109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15</cp:revision>
  <cp:lastPrinted>2015-04-02T17:42:00Z</cp:lastPrinted>
  <dcterms:created xsi:type="dcterms:W3CDTF">2015-04-02T07:54:00Z</dcterms:created>
  <dcterms:modified xsi:type="dcterms:W3CDTF">2016-10-10T05:30:00Z</dcterms:modified>
</cp:coreProperties>
</file>